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4912A" w14:textId="7831B783" w:rsidR="002B50C0" w:rsidRPr="008320F4" w:rsidRDefault="00C60726" w:rsidP="008320F4">
      <w:pPr>
        <w:bidi/>
        <w:spacing w:line="240" w:lineRule="auto"/>
        <w:jc w:val="lowKashida"/>
        <w:rPr>
          <w:rFonts w:ascii="Times New Roman" w:hAnsi="Times New Roman"/>
          <w:b/>
          <w:bCs/>
          <w:sz w:val="24"/>
          <w:szCs w:val="28"/>
          <w:rtl/>
        </w:rPr>
      </w:pPr>
      <w:r w:rsidRPr="008320F4">
        <w:rPr>
          <w:rFonts w:ascii="Times New Roman" w:hAnsi="Times New Roman" w:hint="cs"/>
          <w:b/>
          <w:bCs/>
          <w:sz w:val="24"/>
          <w:szCs w:val="28"/>
          <w:rtl/>
        </w:rPr>
        <w:t xml:space="preserve">الدورة </w:t>
      </w:r>
      <w:r w:rsidR="00F30842" w:rsidRPr="008320F4">
        <w:rPr>
          <w:rFonts w:ascii="Times New Roman" w:hAnsi="Times New Roman" w:hint="cs"/>
          <w:b/>
          <w:bCs/>
          <w:sz w:val="24"/>
          <w:szCs w:val="28"/>
          <w:rtl/>
        </w:rPr>
        <w:t xml:space="preserve">الأولى </w:t>
      </w:r>
      <w:r w:rsidRPr="008320F4">
        <w:rPr>
          <w:rFonts w:ascii="Times New Roman" w:hAnsi="Times New Roman" w:hint="cs"/>
          <w:b/>
          <w:bCs/>
          <w:sz w:val="24"/>
          <w:szCs w:val="28"/>
          <w:rtl/>
        </w:rPr>
        <w:t>لكل من</w:t>
      </w:r>
      <w:r w:rsidR="00377EAC" w:rsidRPr="008320F4">
        <w:rPr>
          <w:rFonts w:ascii="Times New Roman" w:hAnsi="Times New Roman" w:hint="cs"/>
          <w:b/>
          <w:bCs/>
          <w:sz w:val="24"/>
          <w:szCs w:val="28"/>
          <w:rtl/>
        </w:rPr>
        <w:t xml:space="preserve"> </w:t>
      </w:r>
      <w:r w:rsidRPr="008320F4">
        <w:rPr>
          <w:rFonts w:ascii="Times New Roman" w:hAnsi="Times New Roman" w:hint="cs"/>
          <w:b/>
          <w:bCs/>
          <w:sz w:val="24"/>
          <w:szCs w:val="28"/>
          <w:rtl/>
        </w:rPr>
        <w:t xml:space="preserve">مجلس </w:t>
      </w:r>
      <w:r w:rsidR="002B50C0" w:rsidRPr="008320F4">
        <w:rPr>
          <w:rFonts w:ascii="Times New Roman" w:hAnsi="Times New Roman" w:hint="cs"/>
          <w:b/>
          <w:bCs/>
          <w:sz w:val="24"/>
          <w:szCs w:val="28"/>
          <w:rtl/>
        </w:rPr>
        <w:t>الإدارة ومجلس الاستثمار البريدي</w:t>
      </w:r>
      <w:r w:rsidR="00075148" w:rsidRPr="008320F4">
        <w:rPr>
          <w:rFonts w:ascii="Times New Roman" w:hAnsi="Times New Roman" w:hint="cs"/>
          <w:b/>
          <w:bCs/>
          <w:sz w:val="24"/>
          <w:szCs w:val="28"/>
          <w:rtl/>
        </w:rPr>
        <w:t xml:space="preserve"> لعام </w:t>
      </w:r>
      <w:r w:rsidR="00A42E62">
        <w:rPr>
          <w:rFonts w:ascii="Times New Roman" w:hAnsi="Times New Roman" w:hint="cs"/>
          <w:b/>
          <w:bCs/>
          <w:sz w:val="24"/>
          <w:szCs w:val="28"/>
          <w:rtl/>
        </w:rPr>
        <w:t>2025</w:t>
      </w:r>
    </w:p>
    <w:p w14:paraId="43D1BB78" w14:textId="77777777" w:rsidR="002B50C0" w:rsidRPr="008320F4" w:rsidRDefault="002B50C0" w:rsidP="008320F4">
      <w:pPr>
        <w:bidi/>
        <w:spacing w:line="240" w:lineRule="auto"/>
        <w:jc w:val="lowKashida"/>
        <w:rPr>
          <w:sz w:val="24"/>
          <w:szCs w:val="24"/>
        </w:rPr>
      </w:pPr>
    </w:p>
    <w:p w14:paraId="6011C1CF" w14:textId="4EAD9152" w:rsidR="002B50C0" w:rsidRPr="008320F4" w:rsidRDefault="00562ADC" w:rsidP="008320F4">
      <w:pPr>
        <w:bidi/>
        <w:spacing w:line="240" w:lineRule="auto"/>
        <w:jc w:val="lowKashida"/>
        <w:rPr>
          <w:rFonts w:ascii="Times New Roman" w:hAnsi="Times New Roman"/>
          <w:b/>
          <w:bCs/>
          <w:spacing w:val="-4"/>
          <w:sz w:val="24"/>
          <w:szCs w:val="28"/>
          <w:rtl/>
          <w:lang w:val="en-US"/>
        </w:rPr>
      </w:pPr>
      <w:r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الاستمارة التي يلزم أن </w:t>
      </w:r>
      <w:r w:rsidR="00377EAC"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>ي</w:t>
      </w:r>
      <w:r w:rsidR="00E42B93"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ستوفيها </w:t>
      </w:r>
      <w:r w:rsidR="00377EAC"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الكيان </w:t>
      </w:r>
      <w:r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الحكومي </w:t>
      </w:r>
      <w:r w:rsidR="00E42B93"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المعني</w:t>
      </w:r>
      <w:r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 لدى </w:t>
      </w:r>
      <w:r w:rsidR="00E42B93" w:rsidRPr="008320F4">
        <w:rPr>
          <w:rFonts w:ascii="Times New Roman" w:hAnsi="Times New Roman" w:hint="cs"/>
          <w:spacing w:val="-4"/>
          <w:sz w:val="24"/>
          <w:szCs w:val="28"/>
          <w:rtl/>
        </w:rPr>
        <w:t>البلدان الأعضاء</w:t>
      </w:r>
      <w:r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 في الاتحاد البريدي العالمي</w:t>
      </w:r>
      <w:r w:rsidR="00322D1E"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 المعنية</w:t>
      </w:r>
      <w:r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 (مثلاً وزارة أو إدارة أو سفارة أو بعثة دائمة لدى </w:t>
      </w:r>
      <w:r w:rsidR="003B14FE" w:rsidRPr="008320F4">
        <w:rPr>
          <w:rFonts w:ascii="Times New Roman" w:hAnsi="Times New Roman" w:hint="cs"/>
          <w:spacing w:val="-4"/>
          <w:sz w:val="24"/>
          <w:szCs w:val="28"/>
          <w:rtl/>
        </w:rPr>
        <w:t>الأمم المتحدة والمنظمات الدولية</w:t>
      </w:r>
      <w:r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 الأخرى أو </w:t>
      </w:r>
      <w:r w:rsidR="001908E5" w:rsidRPr="008320F4">
        <w:rPr>
          <w:rFonts w:ascii="Times New Roman" w:hAnsi="Times New Roman" w:hint="cs"/>
          <w:spacing w:val="-4"/>
          <w:sz w:val="24"/>
          <w:szCs w:val="28"/>
          <w:rtl/>
        </w:rPr>
        <w:t>غيرها</w:t>
      </w:r>
      <w:r w:rsidRPr="008320F4">
        <w:rPr>
          <w:rFonts w:ascii="Times New Roman" w:hAnsi="Times New Roman" w:hint="cs"/>
          <w:spacing w:val="-4"/>
          <w:sz w:val="24"/>
          <w:szCs w:val="28"/>
          <w:rtl/>
        </w:rPr>
        <w:t>)</w:t>
      </w:r>
      <w:r w:rsidR="0065244A" w:rsidRPr="008320F4">
        <w:rPr>
          <w:rFonts w:ascii="Times New Roman" w:hAnsi="Times New Roman" w:hint="cs"/>
          <w:spacing w:val="-4"/>
          <w:sz w:val="24"/>
          <w:szCs w:val="28"/>
          <w:rtl/>
          <w:lang w:val="en-US"/>
        </w:rPr>
        <w:t>.</w:t>
      </w:r>
    </w:p>
    <w:p w14:paraId="24450C86" w14:textId="77777777" w:rsidR="002B50C0" w:rsidRPr="008320F4" w:rsidRDefault="002B50C0" w:rsidP="008320F4">
      <w:pPr>
        <w:bidi/>
        <w:spacing w:line="240" w:lineRule="auto"/>
        <w:jc w:val="lowKashida"/>
        <w:rPr>
          <w:sz w:val="24"/>
          <w:szCs w:val="24"/>
        </w:rPr>
      </w:pPr>
    </w:p>
    <w:p w14:paraId="07FE40DB" w14:textId="0211C4BA" w:rsidR="00821944" w:rsidRPr="008320F4" w:rsidRDefault="00821944" w:rsidP="008320F4">
      <w:pPr>
        <w:pStyle w:val="2Texte"/>
        <w:bidi/>
        <w:spacing w:line="240" w:lineRule="auto"/>
        <w:jc w:val="lowKashida"/>
        <w:rPr>
          <w:rFonts w:ascii="Times New Roman" w:hAnsi="Times New Roman"/>
          <w:spacing w:val="-4"/>
          <w:sz w:val="24"/>
          <w:szCs w:val="28"/>
          <w:rtl/>
        </w:rPr>
      </w:pPr>
      <w:r w:rsidRPr="008320F4">
        <w:rPr>
          <w:rFonts w:ascii="Times New Roman" w:hAnsi="Times New Roman" w:hint="eastAsia"/>
          <w:spacing w:val="-4"/>
          <w:sz w:val="24"/>
          <w:szCs w:val="28"/>
          <w:rtl/>
        </w:rPr>
        <w:t>ي</w:t>
      </w:r>
      <w:r w:rsidR="00582D5B" w:rsidRPr="008320F4">
        <w:rPr>
          <w:rFonts w:ascii="Times New Roman" w:hAnsi="Times New Roman" w:hint="eastAsia"/>
          <w:spacing w:val="-4"/>
          <w:sz w:val="24"/>
          <w:szCs w:val="28"/>
          <w:rtl/>
        </w:rPr>
        <w:t>ُ</w:t>
      </w:r>
      <w:r w:rsidRPr="008320F4">
        <w:rPr>
          <w:rFonts w:ascii="Times New Roman" w:hAnsi="Times New Roman" w:hint="eastAsia"/>
          <w:spacing w:val="-4"/>
          <w:sz w:val="24"/>
          <w:szCs w:val="28"/>
          <w:rtl/>
        </w:rPr>
        <w:t>رجى</w:t>
      </w:r>
      <w:r w:rsidRPr="008320F4">
        <w:rPr>
          <w:rFonts w:ascii="Times New Roman" w:hAnsi="Times New Roman"/>
          <w:spacing w:val="-4"/>
          <w:sz w:val="24"/>
          <w:szCs w:val="28"/>
          <w:rtl/>
        </w:rPr>
        <w:t xml:space="preserve"> إعادة هذه الاستمارة بعد </w:t>
      </w:r>
      <w:r w:rsidR="003849EF" w:rsidRPr="008320F4">
        <w:rPr>
          <w:rFonts w:ascii="Times New Roman" w:hAnsi="Times New Roman" w:hint="eastAsia"/>
          <w:spacing w:val="-4"/>
          <w:sz w:val="24"/>
          <w:szCs w:val="28"/>
          <w:rtl/>
        </w:rPr>
        <w:t>استيفائها</w:t>
      </w:r>
      <w:r w:rsidRPr="008320F4">
        <w:rPr>
          <w:rFonts w:ascii="Times New Roman" w:hAnsi="Times New Roman"/>
          <w:spacing w:val="-4"/>
          <w:sz w:val="24"/>
          <w:szCs w:val="28"/>
          <w:rtl/>
        </w:rPr>
        <w:t xml:space="preserve"> </w:t>
      </w:r>
      <w:r w:rsidR="003B14FE"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إلى المكتب الدولي </w:t>
      </w:r>
      <w:r w:rsidRPr="008320F4">
        <w:rPr>
          <w:rFonts w:ascii="Times New Roman" w:hAnsi="Times New Roman"/>
          <w:spacing w:val="-4"/>
          <w:sz w:val="24"/>
          <w:szCs w:val="28"/>
          <w:rtl/>
        </w:rPr>
        <w:t>بالبريد الإلكتروني</w:t>
      </w:r>
      <w:r w:rsidR="003B14FE"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 </w:t>
      </w:r>
      <w:hyperlink r:id="rId11" w:history="1">
        <w:r w:rsidR="003B14FE" w:rsidRPr="008320F4">
          <w:rPr>
            <w:rStyle w:val="Hyperlink"/>
            <w:rFonts w:ascii="Times New Roman" w:hAnsi="Times New Roman" w:cs="Times New Roman"/>
            <w:spacing w:val="-4"/>
            <w:sz w:val="24"/>
            <w:szCs w:val="24"/>
            <w:lang w:eastAsia="fr-CH"/>
          </w:rPr>
          <w:t>ca.secretariat@upu.int</w:t>
        </w:r>
      </w:hyperlink>
      <w:r w:rsidR="003B14FE" w:rsidRPr="009036B4">
        <w:rPr>
          <w:spacing w:val="-4"/>
          <w:sz w:val="28"/>
          <w:szCs w:val="28"/>
        </w:rPr>
        <w:t>)</w:t>
      </w:r>
      <w:r w:rsidRPr="008320F4">
        <w:rPr>
          <w:rFonts w:ascii="Times New Roman" w:hAnsi="Times New Roman"/>
          <w:spacing w:val="-4"/>
          <w:sz w:val="24"/>
          <w:szCs w:val="28"/>
          <w:rtl/>
        </w:rPr>
        <w:t xml:space="preserve"> </w:t>
      </w:r>
      <w:r w:rsidR="005D52C6"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و/أو </w:t>
      </w:r>
      <w:hyperlink r:id="rId12" w:history="1">
        <w:r w:rsidR="005D52C6" w:rsidRPr="008320F4">
          <w:rPr>
            <w:rStyle w:val="Hyperlink"/>
            <w:rFonts w:ascii="Times New Roman" w:hAnsi="Times New Roman" w:cs="Times New Roman"/>
            <w:spacing w:val="-4"/>
            <w:sz w:val="24"/>
            <w:szCs w:val="24"/>
            <w:lang w:eastAsia="fr-CH"/>
          </w:rPr>
          <w:t>poc.secretariat@upu.int</w:t>
        </w:r>
      </w:hyperlink>
      <w:r w:rsidR="005D52C6" w:rsidRPr="009036B4">
        <w:rPr>
          <w:rStyle w:val="Hyperlink"/>
          <w:spacing w:val="-4"/>
          <w:sz w:val="28"/>
          <w:szCs w:val="28"/>
          <w:rtl/>
        </w:rPr>
        <w:t>)</w:t>
      </w:r>
      <w:r w:rsidR="005D52C6" w:rsidRPr="008320F4">
        <w:rPr>
          <w:rStyle w:val="Hyperlink"/>
          <w:rFonts w:hint="cs"/>
          <w:spacing w:val="-4"/>
          <w:sz w:val="28"/>
          <w:szCs w:val="28"/>
          <w:rtl/>
        </w:rPr>
        <w:t xml:space="preserve"> </w:t>
      </w:r>
      <w:r w:rsidR="0096287C" w:rsidRPr="008320F4">
        <w:rPr>
          <w:rFonts w:ascii="Times New Roman" w:hAnsi="Times New Roman" w:hint="eastAsia"/>
          <w:b/>
          <w:bCs/>
          <w:spacing w:val="-4"/>
          <w:sz w:val="24"/>
          <w:szCs w:val="28"/>
          <w:rtl/>
        </w:rPr>
        <w:t>في</w:t>
      </w:r>
      <w:r w:rsidR="0096287C" w:rsidRPr="008320F4">
        <w:rPr>
          <w:rFonts w:ascii="Times New Roman" w:hAnsi="Times New Roman"/>
          <w:b/>
          <w:bCs/>
          <w:spacing w:val="-4"/>
          <w:sz w:val="24"/>
          <w:szCs w:val="28"/>
          <w:rtl/>
        </w:rPr>
        <w:t xml:space="preserve"> موعد أقصاه </w:t>
      </w:r>
      <w:r w:rsidR="00A42E62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7</w:t>
      </w:r>
      <w:r w:rsidR="00F30842"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 xml:space="preserve"> </w:t>
      </w:r>
      <w:r w:rsidR="00A42E62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فبراير</w:t>
      </w:r>
      <w:r w:rsidR="00F30842"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/</w:t>
      </w:r>
      <w:r w:rsidR="00A42E62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شباط</w:t>
      </w:r>
      <w:r w:rsidR="00F30842"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 xml:space="preserve"> </w:t>
      </w:r>
      <w:r w:rsidR="00A42E62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2025</w:t>
      </w:r>
      <w:r w:rsidR="003B14FE" w:rsidRPr="008320F4">
        <w:rPr>
          <w:rFonts w:ascii="Times New Roman" w:hAnsi="Times New Roman" w:hint="cs"/>
          <w:spacing w:val="-4"/>
          <w:sz w:val="24"/>
          <w:szCs w:val="28"/>
          <w:rtl/>
          <w:lang w:val="en-US"/>
        </w:rPr>
        <w:t>.</w:t>
      </w:r>
    </w:p>
    <w:p w14:paraId="13C7BC5D" w14:textId="77777777" w:rsidR="00D03EF7" w:rsidRPr="008320F4" w:rsidRDefault="00D03EF7" w:rsidP="008320F4">
      <w:pPr>
        <w:bidi/>
        <w:spacing w:line="240" w:lineRule="auto"/>
        <w:jc w:val="lowKashida"/>
        <w:rPr>
          <w:sz w:val="24"/>
          <w:szCs w:val="24"/>
        </w:rPr>
      </w:pPr>
    </w:p>
    <w:tbl>
      <w:tblPr>
        <w:bidiVisual/>
        <w:tblW w:w="4990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05"/>
        <w:gridCol w:w="2544"/>
        <w:gridCol w:w="2260"/>
      </w:tblGrid>
      <w:tr w:rsidR="004E600A" w:rsidRPr="008320F4" w14:paraId="5EFA5CA7" w14:textId="77777777" w:rsidTr="001829DE">
        <w:trPr>
          <w:cantSplit/>
          <w:trHeight w:val="33"/>
        </w:trPr>
        <w:tc>
          <w:tcPr>
            <w:tcW w:w="3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bottom w:w="0" w:type="dxa"/>
            </w:tcMar>
          </w:tcPr>
          <w:p w14:paraId="5E3BE06D" w14:textId="062898F2" w:rsidR="002B50C0" w:rsidRPr="008320F4" w:rsidRDefault="0065244A" w:rsidP="008320F4">
            <w:pPr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اسم الموظف الذي استوفى هذه الاستمارة بالكامل ولقبه:</w:t>
            </w:r>
          </w:p>
          <w:p w14:paraId="5E8026C6" w14:textId="77777777" w:rsidR="0065244A" w:rsidRPr="008320F4" w:rsidRDefault="0065244A" w:rsidP="008320F4">
            <w:pPr>
              <w:bidi/>
              <w:spacing w:line="240" w:lineRule="auto"/>
              <w:jc w:val="lowKashida"/>
              <w:rPr>
                <w:rtl/>
              </w:rPr>
            </w:pPr>
          </w:p>
          <w:p w14:paraId="26039249" w14:textId="4255521C" w:rsidR="00955DC1" w:rsidRPr="008320F4" w:rsidRDefault="00955DC1" w:rsidP="008320F4">
            <w:pPr>
              <w:bidi/>
              <w:spacing w:line="240" w:lineRule="auto"/>
              <w:jc w:val="lowKashida"/>
              <w:rPr>
                <w:rFonts w:ascii="Times New Roman" w:hAnsi="Times New Roman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bottom"/>
          </w:tcPr>
          <w:p w14:paraId="720FB0B1" w14:textId="0FC2E4BB" w:rsidR="002B50C0" w:rsidRPr="008320F4" w:rsidRDefault="001E51D4" w:rsidP="009036B4">
            <w:pPr>
              <w:tabs>
                <w:tab w:val="left" w:pos="1333"/>
              </w:tabs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19475719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B50C0" w:rsidRPr="008320F4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4C6CF2"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 </w:t>
            </w:r>
            <w:r w:rsidR="006309E7"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السيدة</w:t>
            </w:r>
            <w:r w:rsidR="006309E7" w:rsidRPr="008320F4">
              <w:rPr>
                <w:rFonts w:ascii="Times New Roman" w:hAnsi="Times New Roman"/>
                <w:sz w:val="24"/>
                <w:szCs w:val="28"/>
              </w:rPr>
              <w:tab/>
            </w: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13385796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B50C0" w:rsidRPr="008320F4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4C6CF2"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 </w:t>
            </w:r>
            <w:r w:rsidR="00C770D5"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السيد</w:t>
            </w:r>
          </w:p>
        </w:tc>
      </w:tr>
      <w:tr w:rsidR="0065244A" w:rsidRPr="008320F4" w14:paraId="4C0D930C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71C87669" w14:textId="355F50A9" w:rsidR="0065244A" w:rsidRPr="008320F4" w:rsidRDefault="0065244A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اسم </w:t>
            </w:r>
            <w:r w:rsidR="005C634F"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الكيان</w:t>
            </w:r>
            <w:r w:rsidR="00021EF7"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 بالكامل</w:t>
            </w: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00066AB6" w14:textId="77777777" w:rsidR="0065244A" w:rsidRPr="008320F4" w:rsidRDefault="0065244A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  <w:p w14:paraId="627C0D0D" w14:textId="5DAE3A7B" w:rsidR="0065244A" w:rsidRPr="008320F4" w:rsidRDefault="0065244A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</w:tc>
      </w:tr>
      <w:tr w:rsidR="0065244A" w:rsidRPr="008320F4" w14:paraId="79DB69AB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6A7CC7A8" w14:textId="755C4FDF" w:rsidR="0065244A" w:rsidRPr="008320F4" w:rsidRDefault="0065244A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الوظيفة/اللقب الوظيفي:</w:t>
            </w:r>
          </w:p>
          <w:p w14:paraId="07C61D46" w14:textId="77777777" w:rsidR="0065244A" w:rsidRPr="008320F4" w:rsidRDefault="0065244A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  <w:p w14:paraId="3F09E678" w14:textId="19BD21CB" w:rsidR="0065244A" w:rsidRPr="008320F4" w:rsidRDefault="0065244A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</w:tc>
      </w:tr>
      <w:tr w:rsidR="002B50C0" w:rsidRPr="008320F4" w14:paraId="5E4C27DA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0261EA74" w14:textId="40C567BA" w:rsidR="002B50C0" w:rsidRPr="008320F4" w:rsidRDefault="002B50C0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العنوان</w:t>
            </w:r>
            <w:r w:rsidR="00A74D9B" w:rsidRPr="008320F4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016C06E0" w14:textId="77777777" w:rsidR="002B50C0" w:rsidRPr="009036B4" w:rsidRDefault="002B50C0" w:rsidP="008320F4">
            <w:pPr>
              <w:bidi/>
              <w:spacing w:line="240" w:lineRule="auto"/>
              <w:jc w:val="lowKashida"/>
              <w:rPr>
                <w:b/>
                <w:bCs/>
                <w:sz w:val="18"/>
                <w:szCs w:val="18"/>
              </w:rPr>
            </w:pPr>
          </w:p>
          <w:p w14:paraId="11495B29" w14:textId="77777777" w:rsidR="002B50C0" w:rsidRPr="009036B4" w:rsidRDefault="002B50C0" w:rsidP="008320F4">
            <w:pPr>
              <w:bidi/>
              <w:spacing w:line="240" w:lineRule="auto"/>
              <w:jc w:val="lowKashida"/>
              <w:rPr>
                <w:b/>
                <w:bCs/>
                <w:sz w:val="18"/>
                <w:szCs w:val="18"/>
              </w:rPr>
            </w:pPr>
          </w:p>
          <w:p w14:paraId="463AF169" w14:textId="77777777" w:rsidR="002B50C0" w:rsidRPr="008320F4" w:rsidRDefault="002B50C0" w:rsidP="008320F4">
            <w:pPr>
              <w:bidi/>
              <w:spacing w:line="240" w:lineRule="auto"/>
              <w:jc w:val="lowKashida"/>
              <w:rPr>
                <w:rFonts w:ascii="Times New Roman" w:hAnsi="Times New Roman"/>
              </w:rPr>
            </w:pPr>
          </w:p>
        </w:tc>
      </w:tr>
      <w:tr w:rsidR="001829DE" w:rsidRPr="008320F4" w14:paraId="7ADFFCF7" w14:textId="77777777" w:rsidTr="001829DE">
        <w:trPr>
          <w:cantSplit/>
          <w:trHeight w:val="192"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12F0818C" w14:textId="77777777" w:rsidR="001829DE" w:rsidRPr="008320F4" w:rsidRDefault="001829DE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الهاتف:</w:t>
            </w:r>
          </w:p>
          <w:p w14:paraId="38C86539" w14:textId="77777777" w:rsidR="001829DE" w:rsidRPr="008320F4" w:rsidRDefault="001829DE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</w:rPr>
            </w:pPr>
          </w:p>
        </w:tc>
      </w:tr>
      <w:tr w:rsidR="002B50C0" w:rsidRPr="008320F4" w14:paraId="0FECFC9F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7DF897F2" w14:textId="77777777" w:rsidR="002B50C0" w:rsidRPr="008320F4" w:rsidRDefault="002B50C0" w:rsidP="008320F4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البريد الإلكتروني:</w:t>
            </w:r>
          </w:p>
          <w:p w14:paraId="660604A4" w14:textId="33B1F23A" w:rsidR="00D16833" w:rsidRPr="008320F4" w:rsidRDefault="00D16833" w:rsidP="008320F4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</w:rPr>
            </w:pPr>
          </w:p>
        </w:tc>
      </w:tr>
      <w:tr w:rsidR="002B50C0" w:rsidRPr="008320F4" w14:paraId="181F73C4" w14:textId="77777777" w:rsidTr="001829DE">
        <w:trPr>
          <w:cantSplit/>
        </w:trPr>
        <w:tc>
          <w:tcPr>
            <w:tcW w:w="2500" w:type="pct"/>
            <w:tcMar>
              <w:top w:w="57" w:type="dxa"/>
              <w:bottom w:w="0" w:type="dxa"/>
            </w:tcMar>
          </w:tcPr>
          <w:p w14:paraId="11A4089A" w14:textId="47F501FB" w:rsidR="002B50C0" w:rsidRPr="008320F4" w:rsidRDefault="002B50C0" w:rsidP="008320F4">
            <w:pPr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التاريخ</w:t>
            </w:r>
            <w:r w:rsidR="00F57EEE" w:rsidRPr="008320F4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324FF44C" w14:textId="77777777" w:rsidR="002B50C0" w:rsidRPr="008320F4" w:rsidRDefault="002B50C0" w:rsidP="008320F4">
            <w:pPr>
              <w:bidi/>
              <w:spacing w:line="240" w:lineRule="auto"/>
              <w:jc w:val="lowKashida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500" w:type="pct"/>
            <w:gridSpan w:val="2"/>
            <w:tcMar>
              <w:top w:w="57" w:type="dxa"/>
              <w:bottom w:w="0" w:type="dxa"/>
            </w:tcMar>
          </w:tcPr>
          <w:p w14:paraId="405BC700" w14:textId="1D59E6FB" w:rsidR="002B50C0" w:rsidRPr="008320F4" w:rsidRDefault="002B50C0" w:rsidP="008320F4">
            <w:pPr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التوقيع</w:t>
            </w:r>
            <w:r w:rsidR="00F57EEE" w:rsidRPr="008320F4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1BEE181B" w14:textId="77777777" w:rsidR="002B50C0" w:rsidRPr="008320F4" w:rsidRDefault="002B50C0" w:rsidP="008320F4">
            <w:pPr>
              <w:bidi/>
              <w:spacing w:line="240" w:lineRule="auto"/>
              <w:jc w:val="lowKashida"/>
              <w:rPr>
                <w:rFonts w:ascii="Times New Roman" w:hAnsi="Times New Roman"/>
                <w:b/>
                <w:bCs/>
              </w:rPr>
            </w:pPr>
          </w:p>
        </w:tc>
      </w:tr>
    </w:tbl>
    <w:p w14:paraId="09A8E346" w14:textId="09E07977" w:rsidR="002B50C0" w:rsidRPr="008320F4" w:rsidRDefault="002B50C0" w:rsidP="008320F4">
      <w:pPr>
        <w:bidi/>
        <w:spacing w:line="240" w:lineRule="auto"/>
        <w:jc w:val="lowKashida"/>
        <w:rPr>
          <w:sz w:val="24"/>
          <w:szCs w:val="24"/>
          <w:rtl/>
        </w:rPr>
      </w:pPr>
    </w:p>
    <w:p w14:paraId="29DA84A9" w14:textId="437C6EA8" w:rsidR="0065244A" w:rsidRPr="008320F4" w:rsidRDefault="00C60726" w:rsidP="008320F4">
      <w:pPr>
        <w:bidi/>
        <w:spacing w:line="240" w:lineRule="auto"/>
        <w:jc w:val="lowKashida"/>
        <w:rPr>
          <w:sz w:val="28"/>
          <w:szCs w:val="28"/>
          <w:rtl/>
        </w:rPr>
      </w:pPr>
      <w:r w:rsidRPr="008320F4">
        <w:rPr>
          <w:rFonts w:hint="cs"/>
          <w:sz w:val="28"/>
          <w:szCs w:val="28"/>
          <w:rtl/>
        </w:rPr>
        <w:t xml:space="preserve">الجهة المسؤولة عن الاعتماد في البلد </w:t>
      </w:r>
      <w:r w:rsidR="0065244A" w:rsidRPr="008320F4">
        <w:rPr>
          <w:sz w:val="28"/>
          <w:szCs w:val="28"/>
          <w:rtl/>
        </w:rPr>
        <w:t xml:space="preserve">(الوزارة </w:t>
      </w:r>
      <w:r w:rsidR="00021EF7" w:rsidRPr="008320F4">
        <w:rPr>
          <w:sz w:val="28"/>
          <w:szCs w:val="28"/>
          <w:rtl/>
        </w:rPr>
        <w:t xml:space="preserve">أو </w:t>
      </w:r>
      <w:r w:rsidR="0065244A" w:rsidRPr="008320F4">
        <w:rPr>
          <w:sz w:val="28"/>
          <w:szCs w:val="28"/>
          <w:rtl/>
        </w:rPr>
        <w:t xml:space="preserve">المنظم </w:t>
      </w:r>
      <w:r w:rsidR="00021EF7" w:rsidRPr="008320F4">
        <w:rPr>
          <w:sz w:val="28"/>
          <w:szCs w:val="28"/>
          <w:rtl/>
        </w:rPr>
        <w:t xml:space="preserve">أو </w:t>
      </w:r>
      <w:r w:rsidR="0065244A" w:rsidRPr="008320F4">
        <w:rPr>
          <w:sz w:val="28"/>
          <w:szCs w:val="28"/>
          <w:rtl/>
        </w:rPr>
        <w:t xml:space="preserve">المستثمر المعيَّن </w:t>
      </w:r>
      <w:r w:rsidR="00021EF7" w:rsidRPr="008320F4">
        <w:rPr>
          <w:sz w:val="28"/>
          <w:szCs w:val="28"/>
          <w:rtl/>
        </w:rPr>
        <w:t xml:space="preserve">أو </w:t>
      </w:r>
      <w:r w:rsidR="0065244A" w:rsidRPr="008320F4">
        <w:rPr>
          <w:sz w:val="28"/>
          <w:szCs w:val="28"/>
          <w:rtl/>
        </w:rPr>
        <w:t xml:space="preserve">المكتب الرئيسي للمراقبين </w:t>
      </w:r>
      <w:r w:rsidR="00021EF7" w:rsidRPr="008320F4">
        <w:rPr>
          <w:sz w:val="28"/>
          <w:szCs w:val="28"/>
          <w:rtl/>
        </w:rPr>
        <w:t xml:space="preserve">أو </w:t>
      </w:r>
      <w:r w:rsidR="0065244A" w:rsidRPr="008320F4">
        <w:rPr>
          <w:sz w:val="28"/>
          <w:szCs w:val="28"/>
          <w:rtl/>
        </w:rPr>
        <w:t>ما إلى ذل</w:t>
      </w:r>
      <w:r w:rsidR="009036B4">
        <w:rPr>
          <w:rFonts w:hint="cs"/>
          <w:sz w:val="28"/>
          <w:szCs w:val="28"/>
          <w:rtl/>
        </w:rPr>
        <w:t>ك</w:t>
      </w:r>
      <w:r w:rsidR="001829DE" w:rsidRPr="008320F4">
        <w:rPr>
          <w:rFonts w:hint="cs"/>
          <w:sz w:val="28"/>
          <w:szCs w:val="28"/>
          <w:rtl/>
        </w:rPr>
        <w:t>.</w:t>
      </w:r>
      <w:r w:rsidR="0065244A" w:rsidRPr="008320F4">
        <w:rPr>
          <w:sz w:val="28"/>
          <w:szCs w:val="28"/>
          <w:rtl/>
        </w:rPr>
        <w:t>) المسؤول عن</w:t>
      </w:r>
      <w:r w:rsidR="003C77F7" w:rsidRPr="008320F4">
        <w:rPr>
          <w:rFonts w:hint="cs"/>
          <w:sz w:val="28"/>
          <w:szCs w:val="28"/>
          <w:rtl/>
        </w:rPr>
        <w:t xml:space="preserve"> المصادقة على تسجيل الوفود في منصة</w:t>
      </w:r>
      <w:r w:rsidR="003C77F7" w:rsidRPr="008320F4">
        <w:rPr>
          <w:rFonts w:asciiTheme="minorBidi" w:hAnsiTheme="minorBidi"/>
          <w:sz w:val="28"/>
          <w:szCs w:val="28"/>
          <w:rtl/>
        </w:rPr>
        <w:t xml:space="preserve"> إدارة </w:t>
      </w:r>
      <w:r w:rsidR="003C77F7" w:rsidRPr="008320F4">
        <w:rPr>
          <w:rFonts w:asciiTheme="minorBidi" w:hAnsiTheme="minorBidi" w:hint="cs"/>
          <w:sz w:val="28"/>
          <w:szCs w:val="28"/>
          <w:rtl/>
        </w:rPr>
        <w:t>ال</w:t>
      </w:r>
      <w:r w:rsidR="003C77F7" w:rsidRPr="008320F4">
        <w:rPr>
          <w:rFonts w:asciiTheme="minorBidi" w:hAnsiTheme="minorBidi"/>
          <w:sz w:val="28"/>
          <w:szCs w:val="28"/>
          <w:rtl/>
        </w:rPr>
        <w:t xml:space="preserve">فعاليات </w:t>
      </w:r>
      <w:r w:rsidR="0065244A" w:rsidRPr="008320F4">
        <w:rPr>
          <w:sz w:val="24"/>
          <w:szCs w:val="28"/>
          <w:rtl/>
        </w:rPr>
        <w:t xml:space="preserve">قبل كل دورة من دورات </w:t>
      </w:r>
      <w:r w:rsidR="0065244A" w:rsidRPr="008320F4">
        <w:rPr>
          <w:sz w:val="28"/>
          <w:szCs w:val="28"/>
          <w:rtl/>
        </w:rPr>
        <w:t xml:space="preserve">المؤتمر </w:t>
      </w:r>
      <w:r w:rsidR="001829DE" w:rsidRPr="008320F4">
        <w:rPr>
          <w:sz w:val="28"/>
          <w:szCs w:val="28"/>
          <w:rtl/>
        </w:rPr>
        <w:t>ومجلس الإدارة</w:t>
      </w:r>
      <w:r w:rsidR="001829DE" w:rsidRPr="008320F4">
        <w:rPr>
          <w:rFonts w:hint="cs"/>
          <w:sz w:val="28"/>
          <w:szCs w:val="28"/>
          <w:rtl/>
        </w:rPr>
        <w:t xml:space="preserve"> </w:t>
      </w:r>
      <w:r w:rsidR="0065244A" w:rsidRPr="008320F4">
        <w:rPr>
          <w:sz w:val="28"/>
          <w:szCs w:val="28"/>
          <w:rtl/>
        </w:rPr>
        <w:t>ومجلس الاستثمار البريدي</w:t>
      </w:r>
      <w:r w:rsidR="00021EF7" w:rsidRPr="008320F4">
        <w:rPr>
          <w:sz w:val="28"/>
          <w:szCs w:val="28"/>
          <w:rtl/>
        </w:rPr>
        <w:t>:</w:t>
      </w:r>
    </w:p>
    <w:p w14:paraId="1D2C1BA0" w14:textId="77777777" w:rsidR="001829DE" w:rsidRPr="008320F4" w:rsidRDefault="001829DE" w:rsidP="008320F4">
      <w:pPr>
        <w:bidi/>
        <w:spacing w:line="240" w:lineRule="auto"/>
        <w:jc w:val="lowKashida"/>
        <w:rPr>
          <w:sz w:val="24"/>
          <w:szCs w:val="24"/>
          <w:rtl/>
        </w:rPr>
      </w:pPr>
    </w:p>
    <w:tbl>
      <w:tblPr>
        <w:bidiVisual/>
        <w:tblW w:w="4995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358"/>
        <w:gridCol w:w="2260"/>
      </w:tblGrid>
      <w:tr w:rsidR="00955DC1" w:rsidRPr="008320F4" w14:paraId="041526DF" w14:textId="77777777" w:rsidTr="001829DE">
        <w:trPr>
          <w:cantSplit/>
          <w:trHeight w:val="33"/>
        </w:trPr>
        <w:tc>
          <w:tcPr>
            <w:tcW w:w="3825" w:type="pct"/>
            <w:tcBorders>
              <w:right w:val="nil"/>
            </w:tcBorders>
            <w:tcMar>
              <w:top w:w="57" w:type="dxa"/>
              <w:bottom w:w="0" w:type="dxa"/>
            </w:tcMar>
          </w:tcPr>
          <w:p w14:paraId="0C5F1CE5" w14:textId="5B112BDB" w:rsidR="00955DC1" w:rsidRPr="008320F4" w:rsidRDefault="003C77F7" w:rsidP="008320F4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sz w:val="24"/>
                <w:szCs w:val="28"/>
                <w:rtl/>
                <w:lang w:val="en-US"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اسم الشخص</w:t>
            </w:r>
            <w:r w:rsidR="00672362"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 بالكامل ولقبه</w:t>
            </w: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 الوظيفي</w:t>
            </w:r>
            <w:r w:rsidR="0065244A" w:rsidRPr="008320F4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>:</w:t>
            </w:r>
          </w:p>
          <w:p w14:paraId="3CC02DDD" w14:textId="77777777" w:rsidR="0065244A" w:rsidRPr="008320F4" w:rsidRDefault="0065244A" w:rsidP="008320F4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rtl/>
                <w:lang w:val="en-US"/>
              </w:rPr>
            </w:pPr>
          </w:p>
          <w:p w14:paraId="51ADB138" w14:textId="5C0A25F5" w:rsidR="00955DC1" w:rsidRPr="008320F4" w:rsidRDefault="00955DC1" w:rsidP="008320F4">
            <w:pPr>
              <w:bidi/>
              <w:spacing w:line="240" w:lineRule="auto"/>
              <w:ind w:right="75"/>
              <w:jc w:val="lowKashida"/>
              <w:rPr>
                <w:rFonts w:asciiTheme="minorBidi" w:hAnsiTheme="minorBidi" w:cstheme="minorBidi"/>
              </w:rPr>
            </w:pPr>
          </w:p>
        </w:tc>
        <w:tc>
          <w:tcPr>
            <w:tcW w:w="1175" w:type="pct"/>
            <w:tcBorders>
              <w:left w:val="nil"/>
            </w:tcBorders>
            <w:tcMar>
              <w:top w:w="57" w:type="dxa"/>
            </w:tcMar>
            <w:vAlign w:val="bottom"/>
          </w:tcPr>
          <w:p w14:paraId="0F7484BE" w14:textId="77777777" w:rsidR="00955DC1" w:rsidRPr="008320F4" w:rsidRDefault="001E51D4" w:rsidP="008320F4">
            <w:pPr>
              <w:tabs>
                <w:tab w:val="left" w:pos="1186"/>
              </w:tabs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-107982637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55DC1" w:rsidRPr="008320F4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955DC1"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 السيدة</w:t>
            </w:r>
            <w:r w:rsidR="00955DC1" w:rsidRPr="008320F4">
              <w:rPr>
                <w:rFonts w:ascii="Times New Roman" w:hAnsi="Times New Roman"/>
                <w:sz w:val="24"/>
                <w:szCs w:val="28"/>
              </w:rPr>
              <w:tab/>
            </w: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-138100877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55DC1" w:rsidRPr="008320F4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955DC1"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 السيد</w:t>
            </w:r>
          </w:p>
        </w:tc>
      </w:tr>
      <w:tr w:rsidR="00672362" w:rsidRPr="008320F4" w14:paraId="61A63D19" w14:textId="77777777" w:rsidTr="001829DE">
        <w:trPr>
          <w:cantSplit/>
          <w:trHeight w:val="33"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54A63D5F" w14:textId="49CD734A" w:rsidR="00672362" w:rsidRPr="008320F4" w:rsidRDefault="00693AE1" w:rsidP="008320F4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sz w:val="24"/>
                <w:szCs w:val="28"/>
                <w:rtl/>
                <w:lang w:val="en-US"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>الاسم</w:t>
            </w:r>
            <w:r w:rsidR="00C60726" w:rsidRPr="008320F4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 xml:space="preserve"> الكامل للجهة المسؤولة عن الاعتماد</w:t>
            </w:r>
            <w:r w:rsidR="003C77F7" w:rsidRPr="008320F4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 xml:space="preserve"> التابع</w:t>
            </w:r>
            <w:r w:rsidR="00C60726" w:rsidRPr="008320F4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>ة</w:t>
            </w:r>
            <w:r w:rsidR="003C77F7" w:rsidRPr="008320F4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 xml:space="preserve"> للكيان</w:t>
            </w:r>
            <w:r w:rsidR="00672362" w:rsidRPr="008320F4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>:</w:t>
            </w:r>
          </w:p>
          <w:p w14:paraId="088D3B75" w14:textId="77777777" w:rsidR="00672362" w:rsidRPr="008320F4" w:rsidRDefault="00672362" w:rsidP="008320F4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rtl/>
                <w:lang w:val="en-US"/>
              </w:rPr>
            </w:pPr>
          </w:p>
          <w:p w14:paraId="53759A1D" w14:textId="77777777" w:rsidR="00672362" w:rsidRPr="008320F4" w:rsidRDefault="00672362" w:rsidP="008320F4">
            <w:pPr>
              <w:tabs>
                <w:tab w:val="left" w:pos="921"/>
              </w:tabs>
              <w:bidi/>
              <w:spacing w:line="240" w:lineRule="auto"/>
              <w:jc w:val="lowKashida"/>
              <w:rPr>
                <w:rFonts w:ascii="Times New Roman" w:hAnsi="Times New Roman"/>
                <w:rtl/>
              </w:rPr>
            </w:pPr>
          </w:p>
        </w:tc>
      </w:tr>
      <w:tr w:rsidR="00955DC1" w:rsidRPr="008320F4" w14:paraId="6129AE60" w14:textId="77777777" w:rsidTr="001829DE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49BD50F0" w14:textId="77777777" w:rsidR="00955DC1" w:rsidRPr="008320F4" w:rsidRDefault="00955DC1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العنوان:</w:t>
            </w:r>
          </w:p>
          <w:p w14:paraId="7ED6E91E" w14:textId="77777777" w:rsidR="00955DC1" w:rsidRPr="009036B4" w:rsidRDefault="00955DC1" w:rsidP="008320F4">
            <w:pPr>
              <w:bidi/>
              <w:spacing w:line="240" w:lineRule="auto"/>
              <w:jc w:val="lowKashida"/>
              <w:rPr>
                <w:b/>
                <w:bCs/>
                <w:sz w:val="18"/>
                <w:szCs w:val="18"/>
              </w:rPr>
            </w:pPr>
          </w:p>
          <w:p w14:paraId="15BA0D40" w14:textId="77777777" w:rsidR="00955DC1" w:rsidRPr="009036B4" w:rsidRDefault="00955DC1" w:rsidP="008320F4">
            <w:pPr>
              <w:bidi/>
              <w:spacing w:line="240" w:lineRule="auto"/>
              <w:jc w:val="lowKashida"/>
              <w:rPr>
                <w:b/>
                <w:bCs/>
                <w:sz w:val="18"/>
                <w:szCs w:val="18"/>
              </w:rPr>
            </w:pPr>
          </w:p>
          <w:p w14:paraId="1D9B12B7" w14:textId="77777777" w:rsidR="00955DC1" w:rsidRPr="008320F4" w:rsidRDefault="00955DC1" w:rsidP="008320F4">
            <w:pPr>
              <w:bidi/>
              <w:spacing w:line="240" w:lineRule="auto"/>
              <w:jc w:val="lowKashida"/>
              <w:rPr>
                <w:rFonts w:ascii="Times New Roman" w:hAnsi="Times New Roman"/>
              </w:rPr>
            </w:pPr>
          </w:p>
        </w:tc>
      </w:tr>
      <w:tr w:rsidR="001829DE" w:rsidRPr="008320F4" w14:paraId="690CFA5B" w14:textId="77777777" w:rsidTr="001829DE">
        <w:trPr>
          <w:cantSplit/>
          <w:trHeight w:val="192"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4A32DC20" w14:textId="77777777" w:rsidR="001829DE" w:rsidRPr="008320F4" w:rsidRDefault="001829DE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الهاتف:</w:t>
            </w:r>
          </w:p>
          <w:p w14:paraId="17E921C2" w14:textId="77777777" w:rsidR="001829DE" w:rsidRDefault="001829DE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  <w:p w14:paraId="52D5A44D" w14:textId="50423B48" w:rsidR="00A456A7" w:rsidRPr="008320F4" w:rsidRDefault="00A456A7" w:rsidP="00A456A7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</w:rPr>
            </w:pPr>
          </w:p>
        </w:tc>
      </w:tr>
      <w:tr w:rsidR="00955DC1" w:rsidRPr="00955DC1" w14:paraId="5EFBEA34" w14:textId="77777777" w:rsidTr="001829DE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31ED73D7" w14:textId="06EDCBFA" w:rsidR="00955DC1" w:rsidRDefault="00955DC1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البريد الإلكتروني:</w:t>
            </w:r>
          </w:p>
          <w:p w14:paraId="6BB6EEFD" w14:textId="77777777" w:rsidR="00772E7F" w:rsidRPr="009036B4" w:rsidRDefault="00772E7F" w:rsidP="008320F4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  <w:sz w:val="18"/>
                <w:szCs w:val="18"/>
                <w:rtl/>
              </w:rPr>
            </w:pPr>
          </w:p>
          <w:p w14:paraId="759B398E" w14:textId="77777777" w:rsidR="00955DC1" w:rsidRPr="009036B4" w:rsidRDefault="00955DC1" w:rsidP="008320F4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  <w:sz w:val="18"/>
                <w:szCs w:val="18"/>
              </w:rPr>
            </w:pPr>
          </w:p>
        </w:tc>
      </w:tr>
    </w:tbl>
    <w:p w14:paraId="5CC5A874" w14:textId="25656A4A" w:rsidR="00955DC1" w:rsidRPr="00B97DA3" w:rsidRDefault="00955DC1" w:rsidP="008320F4">
      <w:pPr>
        <w:bidi/>
        <w:spacing w:line="240" w:lineRule="auto"/>
        <w:jc w:val="lowKashida"/>
        <w:rPr>
          <w:rFonts w:ascii="Times New Roman" w:hAnsi="Times New Roman"/>
          <w:sz w:val="2"/>
          <w:szCs w:val="2"/>
        </w:rPr>
      </w:pPr>
    </w:p>
    <w:sectPr w:rsidR="00955DC1" w:rsidRPr="00B97DA3" w:rsidSect="00D03EF7">
      <w:headerReference w:type="even" r:id="rId13"/>
      <w:headerReference w:type="default" r:id="rId14"/>
      <w:headerReference w:type="first" r:id="rId15"/>
      <w:footnotePr>
        <w:numRestart w:val="eachPage"/>
      </w:footnotePr>
      <w:endnotePr>
        <w:numFmt w:val="decimal"/>
      </w:endnotePr>
      <w:pgSz w:w="11907" w:h="16840" w:code="9"/>
      <w:pgMar w:top="1134" w:right="1418" w:bottom="1134" w:left="851" w:header="680" w:footer="680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C4699" w14:textId="77777777" w:rsidR="00E32353" w:rsidRDefault="00E32353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0EF6E07D" w14:textId="77777777" w:rsidR="00E32353" w:rsidRDefault="00E32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F6CFE" w14:textId="77777777" w:rsidR="00E32353" w:rsidRDefault="00E32353" w:rsidP="009E7ADC">
      <w:pPr>
        <w:rPr>
          <w:sz w:val="18"/>
        </w:rPr>
      </w:pPr>
    </w:p>
  </w:footnote>
  <w:footnote w:type="continuationSeparator" w:id="0">
    <w:p w14:paraId="1F9B7E1B" w14:textId="77777777" w:rsidR="00E32353" w:rsidRPr="00252BCD" w:rsidRDefault="00E32353" w:rsidP="009E7ADC">
      <w:pPr>
        <w:rPr>
          <w:sz w:val="18"/>
          <w:szCs w:val="18"/>
        </w:rPr>
      </w:pPr>
    </w:p>
  </w:footnote>
  <w:footnote w:type="continuationNotice" w:id="1">
    <w:p w14:paraId="0EC50F1D" w14:textId="77777777" w:rsidR="00E32353" w:rsidRPr="00252BCD" w:rsidRDefault="00E32353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B2BB7" w14:textId="77777777" w:rsidR="00CC0B1A" w:rsidRDefault="00CC0B1A">
    <w:pPr>
      <w:jc w:val="center"/>
    </w:pPr>
    <w:r>
      <w:pgNum/>
    </w:r>
  </w:p>
  <w:p w14:paraId="16B8F4FB" w14:textId="77777777" w:rsidR="00CC0B1A" w:rsidRDefault="00CC0B1A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57531926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D92DB03" w14:textId="7FEA7060" w:rsidR="00955DC1" w:rsidRPr="00955DC1" w:rsidRDefault="00955DC1" w:rsidP="00955DC1">
        <w:pPr>
          <w:pStyle w:val="Header"/>
          <w:bidi/>
          <w:jc w:val="center"/>
          <w:rPr>
            <w:sz w:val="28"/>
            <w:szCs w:val="28"/>
          </w:rPr>
        </w:pPr>
        <w:r>
          <w:rPr>
            <w:rFonts w:hint="cs"/>
            <w:sz w:val="28"/>
            <w:szCs w:val="28"/>
            <w:rtl/>
          </w:rPr>
          <w:t>-</w:t>
        </w:r>
        <w:r w:rsidRPr="00955DC1">
          <w:rPr>
            <w:sz w:val="28"/>
            <w:szCs w:val="28"/>
          </w:rPr>
          <w:fldChar w:fldCharType="begin"/>
        </w:r>
        <w:r w:rsidRPr="00955DC1">
          <w:rPr>
            <w:sz w:val="28"/>
            <w:szCs w:val="28"/>
          </w:rPr>
          <w:instrText>PAGE   \* MERGEFORMAT</w:instrText>
        </w:r>
        <w:r w:rsidRPr="00955DC1">
          <w:rPr>
            <w:sz w:val="28"/>
            <w:szCs w:val="28"/>
          </w:rPr>
          <w:fldChar w:fldCharType="separate"/>
        </w:r>
        <w:r w:rsidR="00A456A7" w:rsidRPr="00A456A7">
          <w:rPr>
            <w:noProof/>
            <w:sz w:val="28"/>
            <w:szCs w:val="28"/>
            <w:rtl/>
            <w:lang w:val="fr-FR"/>
          </w:rPr>
          <w:t>2</w:t>
        </w:r>
        <w:r w:rsidRPr="00955DC1">
          <w:rPr>
            <w:sz w:val="28"/>
            <w:szCs w:val="28"/>
          </w:rPr>
          <w:fldChar w:fldCharType="end"/>
        </w:r>
        <w:r>
          <w:rPr>
            <w:rFonts w:hint="cs"/>
            <w:sz w:val="28"/>
            <w:szCs w:val="28"/>
            <w:rtl/>
          </w:rPr>
          <w:t>-</w:t>
        </w:r>
      </w:p>
    </w:sdtContent>
  </w:sdt>
  <w:p w14:paraId="46D54094" w14:textId="77777777" w:rsidR="00CC0B1A" w:rsidRPr="00955DC1" w:rsidRDefault="00CC0B1A" w:rsidP="00F639BA">
    <w:pPr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36" w:type="dxa"/>
        <w:right w:w="36" w:type="dxa"/>
      </w:tblCellMar>
      <w:tblLook w:val="0000" w:firstRow="0" w:lastRow="0" w:firstColumn="0" w:lastColumn="0" w:noHBand="0" w:noVBand="0"/>
    </w:tblPr>
    <w:tblGrid>
      <w:gridCol w:w="5307"/>
      <w:gridCol w:w="4331"/>
    </w:tblGrid>
    <w:tr w:rsidR="00627174" w:rsidRPr="00627174" w14:paraId="4994CDC1" w14:textId="77777777" w:rsidTr="001E51D4">
      <w:trPr>
        <w:trHeight w:val="80"/>
      </w:trPr>
      <w:tc>
        <w:tcPr>
          <w:tcW w:w="2753" w:type="pct"/>
        </w:tcPr>
        <w:p w14:paraId="063ABD2E" w14:textId="70764F61" w:rsidR="00627174" w:rsidRPr="00C20FEA" w:rsidRDefault="00627174" w:rsidP="00A456A7">
          <w:pPr>
            <w:autoSpaceDE w:val="0"/>
            <w:autoSpaceDN w:val="0"/>
            <w:bidi/>
            <w:adjustRightInd w:val="0"/>
            <w:spacing w:line="240" w:lineRule="auto"/>
            <w:jc w:val="lowKashida"/>
            <w:rPr>
              <w:sz w:val="28"/>
              <w:szCs w:val="28"/>
              <w:rtl/>
              <w:lang w:val="fr-CH"/>
            </w:rPr>
          </w:pPr>
          <w:r w:rsidRPr="008320F4">
            <w:rPr>
              <w:sz w:val="28"/>
              <w:szCs w:val="28"/>
              <w:rtl/>
              <w:lang w:val="fr-CH"/>
            </w:rPr>
            <w:t>المرفق 1</w:t>
          </w:r>
          <w:r w:rsidR="00B97DA3" w:rsidRPr="008320F4">
            <w:rPr>
              <w:rFonts w:hint="cs"/>
              <w:sz w:val="28"/>
              <w:szCs w:val="28"/>
              <w:rtl/>
              <w:lang w:val="fr-CH"/>
            </w:rPr>
            <w:t xml:space="preserve"> ب</w:t>
          </w:r>
          <w:r w:rsidR="00B97DA3" w:rsidRPr="008320F4">
            <w:rPr>
              <w:sz w:val="28"/>
              <w:szCs w:val="28"/>
              <w:rtl/>
              <w:lang w:val="fr-CH"/>
            </w:rPr>
            <w:t xml:space="preserve">الملحق </w:t>
          </w:r>
          <w:r w:rsidR="00B97DA3" w:rsidRPr="008320F4">
            <w:rPr>
              <w:sz w:val="28"/>
              <w:szCs w:val="28"/>
              <w:rtl/>
              <w:lang w:val="en-US"/>
            </w:rPr>
            <w:t>1</w:t>
          </w:r>
          <w:r w:rsidR="00B97DA3" w:rsidRPr="008320F4">
            <w:rPr>
              <w:sz w:val="28"/>
              <w:szCs w:val="28"/>
              <w:rtl/>
              <w:lang w:val="fr-CH"/>
            </w:rPr>
            <w:t xml:space="preserve"> </w:t>
          </w:r>
          <w:r w:rsidRPr="008320F4">
            <w:rPr>
              <w:sz w:val="28"/>
              <w:szCs w:val="28"/>
              <w:rtl/>
              <w:lang w:val="fr-CH"/>
            </w:rPr>
            <w:t xml:space="preserve">بالكتاب </w:t>
          </w:r>
          <w:r w:rsidR="00A456A7" w:rsidRPr="008320F4">
            <w:rPr>
              <w:sz w:val="28"/>
              <w:szCs w:val="28"/>
              <w:rtl/>
              <w:lang w:val="fr-CH"/>
            </w:rPr>
            <w:t>الدوري</w:t>
          </w:r>
          <w:r w:rsidR="00A456A7">
            <w:rPr>
              <w:rFonts w:hint="cs"/>
              <w:sz w:val="28"/>
              <w:szCs w:val="28"/>
              <w:rtl/>
              <w:lang w:val="en-US"/>
            </w:rPr>
            <w:t xml:space="preserve"> </w:t>
          </w:r>
          <w:r w:rsidR="007903BC" w:rsidRPr="008320F4">
            <w:rPr>
              <w:rFonts w:ascii="Times New Roman" w:hAnsi="Times New Roman" w:cs="Times New Roman"/>
              <w:sz w:val="24"/>
              <w:szCs w:val="24"/>
              <w:lang w:val="en-US"/>
            </w:rPr>
            <w:t>3100(DACAB)</w:t>
          </w:r>
          <w:r w:rsidR="00A42E62">
            <w:rPr>
              <w:rFonts w:ascii="Times New Roman" w:hAnsi="Times New Roman" w:cs="Times New Roman"/>
              <w:sz w:val="24"/>
              <w:szCs w:val="24"/>
              <w:lang w:val="en-US"/>
            </w:rPr>
            <w:t>1130</w:t>
          </w:r>
          <w:r w:rsidR="00A456A7" w:rsidRPr="009036B4">
            <w:rPr>
              <w:sz w:val="28"/>
              <w:szCs w:val="28"/>
              <w:rtl/>
              <w:lang w:val="en-US"/>
            </w:rPr>
            <w:t xml:space="preserve"> </w:t>
          </w:r>
          <w:r w:rsidR="00AD2FAF" w:rsidRPr="008320F4">
            <w:rPr>
              <w:sz w:val="28"/>
              <w:szCs w:val="28"/>
              <w:rtl/>
              <w:lang w:val="fr-CH"/>
            </w:rPr>
            <w:t>المؤرخ في</w:t>
          </w:r>
          <w:r w:rsidR="00AD2FAF" w:rsidRPr="008320F4">
            <w:rPr>
              <w:rFonts w:hint="cs"/>
              <w:sz w:val="28"/>
              <w:szCs w:val="28"/>
              <w:rtl/>
              <w:lang w:val="fr-CH"/>
            </w:rPr>
            <w:t xml:space="preserve"> </w:t>
          </w:r>
          <w:r w:rsidR="00A42E62">
            <w:rPr>
              <w:rFonts w:hint="cs"/>
              <w:sz w:val="28"/>
              <w:szCs w:val="28"/>
              <w:rtl/>
              <w:lang w:val="fr-CH"/>
            </w:rPr>
            <w:t>9</w:t>
          </w:r>
          <w:r w:rsidR="00F30842" w:rsidRPr="008320F4">
            <w:rPr>
              <w:rFonts w:hint="cs"/>
              <w:sz w:val="28"/>
              <w:szCs w:val="28"/>
              <w:rtl/>
              <w:lang w:val="fr-CH"/>
            </w:rPr>
            <w:t xml:space="preserve"> </w:t>
          </w:r>
          <w:r w:rsidR="00A42E62">
            <w:rPr>
              <w:rFonts w:hint="cs"/>
              <w:sz w:val="28"/>
              <w:szCs w:val="28"/>
              <w:rtl/>
              <w:lang w:val="fr-CH"/>
            </w:rPr>
            <w:t>ديسمبر</w:t>
          </w:r>
          <w:r w:rsidR="00F30842" w:rsidRPr="008320F4">
            <w:rPr>
              <w:rFonts w:hint="cs"/>
              <w:sz w:val="28"/>
              <w:szCs w:val="28"/>
              <w:rtl/>
              <w:lang w:val="fr-CH"/>
            </w:rPr>
            <w:t>/</w:t>
          </w:r>
          <w:r w:rsidR="0052148B">
            <w:rPr>
              <w:rFonts w:hint="cs"/>
              <w:sz w:val="28"/>
              <w:szCs w:val="28"/>
              <w:rtl/>
              <w:lang w:val="fr-CH"/>
            </w:rPr>
            <w:t xml:space="preserve">كانون </w:t>
          </w:r>
          <w:r w:rsidR="00A42E62">
            <w:rPr>
              <w:rFonts w:hint="cs"/>
              <w:sz w:val="28"/>
              <w:szCs w:val="28"/>
              <w:rtl/>
              <w:lang w:val="fr-CH"/>
            </w:rPr>
            <w:t>الأول</w:t>
          </w:r>
          <w:r w:rsidR="00F30842" w:rsidRPr="008320F4">
            <w:rPr>
              <w:rFonts w:hint="cs"/>
              <w:sz w:val="28"/>
              <w:szCs w:val="28"/>
              <w:rtl/>
              <w:lang w:val="fr-CH"/>
            </w:rPr>
            <w:t xml:space="preserve"> </w:t>
          </w:r>
          <w:r w:rsidR="00A42E62">
            <w:rPr>
              <w:rFonts w:hint="cs"/>
              <w:sz w:val="28"/>
              <w:szCs w:val="28"/>
              <w:rtl/>
              <w:lang w:val="fr-CH"/>
            </w:rPr>
            <w:t>2025</w:t>
          </w:r>
        </w:p>
        <w:p w14:paraId="214C5EE0" w14:textId="77777777" w:rsidR="00627174" w:rsidRPr="009036B4" w:rsidRDefault="00627174" w:rsidP="00627174">
          <w:pPr>
            <w:autoSpaceDE w:val="0"/>
            <w:autoSpaceDN w:val="0"/>
            <w:bidi/>
            <w:adjustRightInd w:val="0"/>
            <w:spacing w:line="240" w:lineRule="auto"/>
            <w:jc w:val="lowKashida"/>
            <w:rPr>
              <w:rFonts w:ascii="Times New Roman" w:hAnsi="Times New Roman"/>
              <w:sz w:val="24"/>
              <w:szCs w:val="24"/>
              <w:rtl/>
              <w:lang w:val="fr-CH" w:eastAsia="fr-FR"/>
            </w:rPr>
          </w:pPr>
        </w:p>
        <w:p w14:paraId="2986E93F" w14:textId="16785472" w:rsidR="00627174" w:rsidRPr="009036B4" w:rsidRDefault="00627174" w:rsidP="00627174">
          <w:pPr>
            <w:autoSpaceDE w:val="0"/>
            <w:autoSpaceDN w:val="0"/>
            <w:bidi/>
            <w:adjustRightInd w:val="0"/>
            <w:spacing w:line="240" w:lineRule="auto"/>
            <w:jc w:val="lowKashida"/>
            <w:rPr>
              <w:rFonts w:ascii="Times New Roman" w:hAnsi="Times New Roman"/>
              <w:sz w:val="22"/>
              <w:szCs w:val="22"/>
              <w:rtl/>
              <w:lang w:val="fr-CH" w:eastAsia="fr-FR"/>
            </w:rPr>
          </w:pPr>
        </w:p>
      </w:tc>
      <w:tc>
        <w:tcPr>
          <w:tcW w:w="2247" w:type="pct"/>
        </w:tcPr>
        <w:p w14:paraId="37AED7AD" w14:textId="77777777" w:rsidR="00627174" w:rsidRPr="00627174" w:rsidRDefault="00627174" w:rsidP="00627174">
          <w:pPr>
            <w:tabs>
              <w:tab w:val="center" w:pos="-1701"/>
              <w:tab w:val="center" w:pos="-851"/>
              <w:tab w:val="right" w:pos="3401"/>
              <w:tab w:val="center" w:pos="4153"/>
              <w:tab w:val="right" w:pos="8306"/>
            </w:tabs>
            <w:bidi/>
            <w:spacing w:after="240"/>
            <w:rPr>
              <w:rFonts w:ascii="Times New Roman" w:hAnsi="Times New Roman"/>
              <w:b/>
              <w:bCs/>
              <w:sz w:val="24"/>
              <w:szCs w:val="28"/>
              <w:lang w:val="fr-CH" w:eastAsia="fr-FR"/>
            </w:rPr>
          </w:pPr>
          <w:r w:rsidRPr="00C20FEA">
            <w:rPr>
              <w:rFonts w:ascii="Times New Roman" w:hAnsi="Times New Roman" w:cs="Arabic Transparent"/>
              <w:noProof/>
              <w:szCs w:val="28"/>
              <w:lang w:val="en-US" w:eastAsia="en-US"/>
            </w:rPr>
            <w:drawing>
              <wp:inline distT="0" distB="0" distL="0" distR="0" wp14:anchorId="6CA65102" wp14:editId="437EA925">
                <wp:extent cx="1609725" cy="523875"/>
                <wp:effectExtent l="0" t="0" r="9525" b="9525"/>
                <wp:docPr id="1" name="Image 1" descr="upu_logotype_black-white_positive_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black-white_positive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97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1AF0154" w14:textId="77777777" w:rsidR="00CC0B1A" w:rsidRPr="00376861" w:rsidRDefault="00CC0B1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48A679B2"/>
    <w:lvl w:ilvl="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Bookman Old Style" w:hAnsi="Bookman Old Style" w:cs="Times New Roman" w:hint="default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D5B286D2"/>
    <w:lvl w:ilvl="0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Bookman Old Style" w:hAnsi="Bookman Old Style" w:cs="Times New Roman" w:hint="default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1C5D63B7"/>
    <w:multiLevelType w:val="hybridMultilevel"/>
    <w:tmpl w:val="C1789FAC"/>
    <w:lvl w:ilvl="0" w:tplc="0DF6D89C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 w15:restartNumberingAfterBreak="0">
    <w:nsid w:val="28ED3C86"/>
    <w:multiLevelType w:val="hybridMultilevel"/>
    <w:tmpl w:val="19180880"/>
    <w:lvl w:ilvl="0" w:tplc="5ECE9D26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0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9816482"/>
    <w:multiLevelType w:val="hybridMultilevel"/>
    <w:tmpl w:val="39DAE1C6"/>
    <w:lvl w:ilvl="0" w:tplc="040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3" w15:restartNumberingAfterBreak="0">
    <w:nsid w:val="5D607C5E"/>
    <w:multiLevelType w:val="hybridMultilevel"/>
    <w:tmpl w:val="FA10D93C"/>
    <w:lvl w:ilvl="0" w:tplc="040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4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5" w15:restartNumberingAfterBreak="0">
    <w:nsid w:val="64154402"/>
    <w:multiLevelType w:val="hybridMultilevel"/>
    <w:tmpl w:val="6CD0E134"/>
    <w:lvl w:ilvl="0" w:tplc="B3B80C3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B125E"/>
    <w:multiLevelType w:val="singleLevel"/>
    <w:tmpl w:val="26BC450A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7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8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9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18"/>
  </w:num>
  <w:num w:numId="7">
    <w:abstractNumId w:val="19"/>
  </w:num>
  <w:num w:numId="8">
    <w:abstractNumId w:val="3"/>
  </w:num>
  <w:num w:numId="9">
    <w:abstractNumId w:val="1"/>
  </w:num>
  <w:num w:numId="10">
    <w:abstractNumId w:val="14"/>
  </w:num>
  <w:num w:numId="11">
    <w:abstractNumId w:val="11"/>
  </w:num>
  <w:num w:numId="12">
    <w:abstractNumId w:val="17"/>
  </w:num>
  <w:num w:numId="13">
    <w:abstractNumId w:val="0"/>
  </w:num>
  <w:num w:numId="14">
    <w:abstractNumId w:val="16"/>
  </w:num>
  <w:num w:numId="15">
    <w:abstractNumId w:val="2"/>
  </w:num>
  <w:num w:numId="16">
    <w:abstractNumId w:val="16"/>
  </w:num>
  <w:num w:numId="17">
    <w:abstractNumId w:val="0"/>
  </w:num>
  <w:num w:numId="18">
    <w:abstractNumId w:val="2"/>
  </w:num>
  <w:num w:numId="19">
    <w:abstractNumId w:val="4"/>
  </w:num>
  <w:num w:numId="20">
    <w:abstractNumId w:val="7"/>
  </w:num>
  <w:num w:numId="21">
    <w:abstractNumId w:val="15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13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activeWritingStyle w:appName="MSWord" w:lang="fr-CH" w:vendorID="64" w:dllVersion="6" w:nlCheck="1" w:checkStyle="0"/>
  <w:activeWritingStyle w:appName="MSWord" w:lang="en-GB" w:vendorID="64" w:dllVersion="6" w:nlCheck="1" w:checkStyle="1"/>
  <w:activeWritingStyle w:appName="MSWord" w:lang="pt-PT" w:vendorID="64" w:dllVersion="6" w:nlCheck="1" w:checkStyle="0"/>
  <w:activeWritingStyle w:appName="MSWord" w:lang="en-US" w:vendorID="64" w:dllVersion="6" w:nlCheck="1" w:checkStyle="1"/>
  <w:activeWritingStyle w:appName="MSWord" w:lang="ar-SA" w:vendorID="64" w:dllVersion="6" w:nlCheck="1" w:checkStyle="0"/>
  <w:activeWritingStyle w:appName="MSWord" w:lang="fr-FR" w:vendorID="64" w:dllVersion="6" w:nlCheck="1" w:checkStyle="0"/>
  <w:activeWritingStyle w:appName="MSWord" w:lang="ar-SA" w:vendorID="64" w:dllVersion="4096" w:nlCheck="1" w:checkStyle="0"/>
  <w:activeWritingStyle w:appName="MSWord" w:lang="en-GB" w:vendorID="64" w:dllVersion="4096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0C0"/>
    <w:rsid w:val="000021DD"/>
    <w:rsid w:val="00004D2B"/>
    <w:rsid w:val="00012EF7"/>
    <w:rsid w:val="00021EF7"/>
    <w:rsid w:val="0002298F"/>
    <w:rsid w:val="00023669"/>
    <w:rsid w:val="000240AC"/>
    <w:rsid w:val="00026EC5"/>
    <w:rsid w:val="00034484"/>
    <w:rsid w:val="000465C9"/>
    <w:rsid w:val="00055F12"/>
    <w:rsid w:val="000569F6"/>
    <w:rsid w:val="000600E2"/>
    <w:rsid w:val="00075148"/>
    <w:rsid w:val="000945CC"/>
    <w:rsid w:val="000B2430"/>
    <w:rsid w:val="000B24C3"/>
    <w:rsid w:val="000B46F6"/>
    <w:rsid w:val="000B6912"/>
    <w:rsid w:val="000D0E88"/>
    <w:rsid w:val="000D1BB1"/>
    <w:rsid w:val="000E0AB2"/>
    <w:rsid w:val="000F0306"/>
    <w:rsid w:val="000F5A3E"/>
    <w:rsid w:val="001006F4"/>
    <w:rsid w:val="00104F21"/>
    <w:rsid w:val="0011269C"/>
    <w:rsid w:val="00114EE7"/>
    <w:rsid w:val="00115AFE"/>
    <w:rsid w:val="00117F0E"/>
    <w:rsid w:val="00121A6F"/>
    <w:rsid w:val="00131D1E"/>
    <w:rsid w:val="00132849"/>
    <w:rsid w:val="001567C5"/>
    <w:rsid w:val="00161F92"/>
    <w:rsid w:val="0017006D"/>
    <w:rsid w:val="001710A7"/>
    <w:rsid w:val="00172757"/>
    <w:rsid w:val="00176BF4"/>
    <w:rsid w:val="001813EE"/>
    <w:rsid w:val="001829DE"/>
    <w:rsid w:val="00182CE5"/>
    <w:rsid w:val="00190442"/>
    <w:rsid w:val="001908E5"/>
    <w:rsid w:val="001921EB"/>
    <w:rsid w:val="00192FFE"/>
    <w:rsid w:val="001A4314"/>
    <w:rsid w:val="001B35D6"/>
    <w:rsid w:val="001C6BEC"/>
    <w:rsid w:val="001E51D4"/>
    <w:rsid w:val="001F1612"/>
    <w:rsid w:val="001F73BC"/>
    <w:rsid w:val="00203757"/>
    <w:rsid w:val="0022479C"/>
    <w:rsid w:val="00232DCA"/>
    <w:rsid w:val="00243A44"/>
    <w:rsid w:val="00244A2B"/>
    <w:rsid w:val="00247F50"/>
    <w:rsid w:val="00252BCD"/>
    <w:rsid w:val="00261EAE"/>
    <w:rsid w:val="0026706D"/>
    <w:rsid w:val="00272937"/>
    <w:rsid w:val="00282124"/>
    <w:rsid w:val="00282FAD"/>
    <w:rsid w:val="0029168C"/>
    <w:rsid w:val="002A3142"/>
    <w:rsid w:val="002A663B"/>
    <w:rsid w:val="002B1B7A"/>
    <w:rsid w:val="002B2A67"/>
    <w:rsid w:val="002B50C0"/>
    <w:rsid w:val="002B66E8"/>
    <w:rsid w:val="002C3576"/>
    <w:rsid w:val="002C5D86"/>
    <w:rsid w:val="002E35B9"/>
    <w:rsid w:val="002E4F3D"/>
    <w:rsid w:val="002E69FC"/>
    <w:rsid w:val="002F7773"/>
    <w:rsid w:val="003002DC"/>
    <w:rsid w:val="003007B4"/>
    <w:rsid w:val="00307D65"/>
    <w:rsid w:val="003104EA"/>
    <w:rsid w:val="00310B0C"/>
    <w:rsid w:val="003118BD"/>
    <w:rsid w:val="003133A7"/>
    <w:rsid w:val="00322D1E"/>
    <w:rsid w:val="00325076"/>
    <w:rsid w:val="00325132"/>
    <w:rsid w:val="0032533E"/>
    <w:rsid w:val="00326DF9"/>
    <w:rsid w:val="00331C6E"/>
    <w:rsid w:val="003405FB"/>
    <w:rsid w:val="003407BC"/>
    <w:rsid w:val="00342CD6"/>
    <w:rsid w:val="00343FF6"/>
    <w:rsid w:val="0035401F"/>
    <w:rsid w:val="00355163"/>
    <w:rsid w:val="00361DE6"/>
    <w:rsid w:val="00367AA6"/>
    <w:rsid w:val="00367AB9"/>
    <w:rsid w:val="00372B67"/>
    <w:rsid w:val="0037420A"/>
    <w:rsid w:val="003750AE"/>
    <w:rsid w:val="00376861"/>
    <w:rsid w:val="0037798A"/>
    <w:rsid w:val="00377EAC"/>
    <w:rsid w:val="003849EF"/>
    <w:rsid w:val="003864BA"/>
    <w:rsid w:val="003A33FF"/>
    <w:rsid w:val="003B14FE"/>
    <w:rsid w:val="003B1F46"/>
    <w:rsid w:val="003C77F7"/>
    <w:rsid w:val="003E1B3E"/>
    <w:rsid w:val="003E1B9E"/>
    <w:rsid w:val="003E52C0"/>
    <w:rsid w:val="003F1D49"/>
    <w:rsid w:val="003F409F"/>
    <w:rsid w:val="00402303"/>
    <w:rsid w:val="0040583A"/>
    <w:rsid w:val="00416A3A"/>
    <w:rsid w:val="00421698"/>
    <w:rsid w:val="00422F57"/>
    <w:rsid w:val="00447A48"/>
    <w:rsid w:val="0045536F"/>
    <w:rsid w:val="0046077D"/>
    <w:rsid w:val="004611D5"/>
    <w:rsid w:val="00471CE5"/>
    <w:rsid w:val="00476667"/>
    <w:rsid w:val="00482431"/>
    <w:rsid w:val="004939AF"/>
    <w:rsid w:val="004A31FB"/>
    <w:rsid w:val="004A6F3C"/>
    <w:rsid w:val="004C05DD"/>
    <w:rsid w:val="004C37A7"/>
    <w:rsid w:val="004C4EBF"/>
    <w:rsid w:val="004C6BEE"/>
    <w:rsid w:val="004C6CF2"/>
    <w:rsid w:val="004D03CA"/>
    <w:rsid w:val="004D221E"/>
    <w:rsid w:val="004D2DA6"/>
    <w:rsid w:val="004D4CE9"/>
    <w:rsid w:val="004E05F3"/>
    <w:rsid w:val="004E1F28"/>
    <w:rsid w:val="004E2B3B"/>
    <w:rsid w:val="004E371F"/>
    <w:rsid w:val="004E3F8B"/>
    <w:rsid w:val="004E600A"/>
    <w:rsid w:val="004E63E4"/>
    <w:rsid w:val="0051701F"/>
    <w:rsid w:val="0052148B"/>
    <w:rsid w:val="00523FAF"/>
    <w:rsid w:val="00524F92"/>
    <w:rsid w:val="00525D07"/>
    <w:rsid w:val="00527FF5"/>
    <w:rsid w:val="005345AF"/>
    <w:rsid w:val="00536401"/>
    <w:rsid w:val="00557041"/>
    <w:rsid w:val="00562ADC"/>
    <w:rsid w:val="00565476"/>
    <w:rsid w:val="00566B1C"/>
    <w:rsid w:val="00567E23"/>
    <w:rsid w:val="00570EDB"/>
    <w:rsid w:val="00572D1D"/>
    <w:rsid w:val="00573BD0"/>
    <w:rsid w:val="005749CB"/>
    <w:rsid w:val="00574E9B"/>
    <w:rsid w:val="00577828"/>
    <w:rsid w:val="00582D5B"/>
    <w:rsid w:val="00590BBB"/>
    <w:rsid w:val="00590CEE"/>
    <w:rsid w:val="0059591F"/>
    <w:rsid w:val="005A1FD5"/>
    <w:rsid w:val="005B20C7"/>
    <w:rsid w:val="005B2B56"/>
    <w:rsid w:val="005B3BF8"/>
    <w:rsid w:val="005C2838"/>
    <w:rsid w:val="005C634F"/>
    <w:rsid w:val="005C6D3F"/>
    <w:rsid w:val="005D36DD"/>
    <w:rsid w:val="005D36F8"/>
    <w:rsid w:val="005D42D7"/>
    <w:rsid w:val="005D52C6"/>
    <w:rsid w:val="005D7F27"/>
    <w:rsid w:val="005E017C"/>
    <w:rsid w:val="005E5DC2"/>
    <w:rsid w:val="005F043B"/>
    <w:rsid w:val="005F0892"/>
    <w:rsid w:val="005F4A1C"/>
    <w:rsid w:val="006175AB"/>
    <w:rsid w:val="00627174"/>
    <w:rsid w:val="006309E7"/>
    <w:rsid w:val="00637585"/>
    <w:rsid w:val="00643F80"/>
    <w:rsid w:val="00644790"/>
    <w:rsid w:val="0065244A"/>
    <w:rsid w:val="00653717"/>
    <w:rsid w:val="00653FFD"/>
    <w:rsid w:val="00654B91"/>
    <w:rsid w:val="00656A8B"/>
    <w:rsid w:val="00663832"/>
    <w:rsid w:val="0066412C"/>
    <w:rsid w:val="00672362"/>
    <w:rsid w:val="006724B1"/>
    <w:rsid w:val="00680194"/>
    <w:rsid w:val="00693AE1"/>
    <w:rsid w:val="00694B19"/>
    <w:rsid w:val="0069747A"/>
    <w:rsid w:val="006A600A"/>
    <w:rsid w:val="006A78FC"/>
    <w:rsid w:val="006A79AB"/>
    <w:rsid w:val="006B1882"/>
    <w:rsid w:val="006B77EF"/>
    <w:rsid w:val="006C019C"/>
    <w:rsid w:val="006C47EF"/>
    <w:rsid w:val="006D5D8D"/>
    <w:rsid w:val="006E36B1"/>
    <w:rsid w:val="006F3421"/>
    <w:rsid w:val="00717D08"/>
    <w:rsid w:val="00723D0A"/>
    <w:rsid w:val="00723DE4"/>
    <w:rsid w:val="00730950"/>
    <w:rsid w:val="00751530"/>
    <w:rsid w:val="00756C4A"/>
    <w:rsid w:val="00757BB9"/>
    <w:rsid w:val="00761DEC"/>
    <w:rsid w:val="0076291C"/>
    <w:rsid w:val="00765B70"/>
    <w:rsid w:val="0076776F"/>
    <w:rsid w:val="00772E7F"/>
    <w:rsid w:val="0077420D"/>
    <w:rsid w:val="00780CBD"/>
    <w:rsid w:val="007838CC"/>
    <w:rsid w:val="00783C7C"/>
    <w:rsid w:val="00785FC9"/>
    <w:rsid w:val="007903BC"/>
    <w:rsid w:val="007972F4"/>
    <w:rsid w:val="007A2839"/>
    <w:rsid w:val="007A4B98"/>
    <w:rsid w:val="007B6036"/>
    <w:rsid w:val="007B64C5"/>
    <w:rsid w:val="007B6E98"/>
    <w:rsid w:val="007C3760"/>
    <w:rsid w:val="007C679A"/>
    <w:rsid w:val="007C7896"/>
    <w:rsid w:val="007D07CD"/>
    <w:rsid w:val="007D2933"/>
    <w:rsid w:val="007D6956"/>
    <w:rsid w:val="007E0A42"/>
    <w:rsid w:val="007E6319"/>
    <w:rsid w:val="007F6E68"/>
    <w:rsid w:val="008203EC"/>
    <w:rsid w:val="00821944"/>
    <w:rsid w:val="00823CC3"/>
    <w:rsid w:val="008320F4"/>
    <w:rsid w:val="00843281"/>
    <w:rsid w:val="00857B50"/>
    <w:rsid w:val="008700B4"/>
    <w:rsid w:val="0087173F"/>
    <w:rsid w:val="0087570D"/>
    <w:rsid w:val="00881630"/>
    <w:rsid w:val="0089437E"/>
    <w:rsid w:val="00894CD8"/>
    <w:rsid w:val="00897E26"/>
    <w:rsid w:val="008A5A68"/>
    <w:rsid w:val="008B7E25"/>
    <w:rsid w:val="008D3810"/>
    <w:rsid w:val="008E54AA"/>
    <w:rsid w:val="008E7619"/>
    <w:rsid w:val="008F12A9"/>
    <w:rsid w:val="008F1500"/>
    <w:rsid w:val="008F6FB2"/>
    <w:rsid w:val="009036B4"/>
    <w:rsid w:val="0091074C"/>
    <w:rsid w:val="00921988"/>
    <w:rsid w:val="00932DC4"/>
    <w:rsid w:val="00932F85"/>
    <w:rsid w:val="00940FF1"/>
    <w:rsid w:val="009434D3"/>
    <w:rsid w:val="00950E97"/>
    <w:rsid w:val="00955DC1"/>
    <w:rsid w:val="009569DE"/>
    <w:rsid w:val="00957FCD"/>
    <w:rsid w:val="00960CB9"/>
    <w:rsid w:val="0096287C"/>
    <w:rsid w:val="00963E18"/>
    <w:rsid w:val="00974119"/>
    <w:rsid w:val="00984786"/>
    <w:rsid w:val="009A775A"/>
    <w:rsid w:val="009B449A"/>
    <w:rsid w:val="009C5BD0"/>
    <w:rsid w:val="009D77AD"/>
    <w:rsid w:val="009E64BC"/>
    <w:rsid w:val="009E7ADC"/>
    <w:rsid w:val="009F110E"/>
    <w:rsid w:val="009F36E2"/>
    <w:rsid w:val="00A03A61"/>
    <w:rsid w:val="00A06C89"/>
    <w:rsid w:val="00A21FFF"/>
    <w:rsid w:val="00A418A0"/>
    <w:rsid w:val="00A41C45"/>
    <w:rsid w:val="00A42E62"/>
    <w:rsid w:val="00A455D1"/>
    <w:rsid w:val="00A456A7"/>
    <w:rsid w:val="00A474DF"/>
    <w:rsid w:val="00A502FD"/>
    <w:rsid w:val="00A53E1E"/>
    <w:rsid w:val="00A5792F"/>
    <w:rsid w:val="00A605B0"/>
    <w:rsid w:val="00A63DFE"/>
    <w:rsid w:val="00A6703E"/>
    <w:rsid w:val="00A731FC"/>
    <w:rsid w:val="00A73891"/>
    <w:rsid w:val="00A74D9B"/>
    <w:rsid w:val="00A809D7"/>
    <w:rsid w:val="00A80BA2"/>
    <w:rsid w:val="00A92377"/>
    <w:rsid w:val="00AA01D2"/>
    <w:rsid w:val="00AA61ED"/>
    <w:rsid w:val="00AB7653"/>
    <w:rsid w:val="00AC2359"/>
    <w:rsid w:val="00AD2FAF"/>
    <w:rsid w:val="00AE0D85"/>
    <w:rsid w:val="00AE2BF2"/>
    <w:rsid w:val="00AE5CA4"/>
    <w:rsid w:val="00AF7CB9"/>
    <w:rsid w:val="00B00E3F"/>
    <w:rsid w:val="00B010D9"/>
    <w:rsid w:val="00B11447"/>
    <w:rsid w:val="00B12AF5"/>
    <w:rsid w:val="00B1711E"/>
    <w:rsid w:val="00B262DA"/>
    <w:rsid w:val="00B30CB2"/>
    <w:rsid w:val="00B35746"/>
    <w:rsid w:val="00B36233"/>
    <w:rsid w:val="00B4029D"/>
    <w:rsid w:val="00B40E14"/>
    <w:rsid w:val="00B42A3D"/>
    <w:rsid w:val="00B458DD"/>
    <w:rsid w:val="00B524C2"/>
    <w:rsid w:val="00B7190D"/>
    <w:rsid w:val="00B838AD"/>
    <w:rsid w:val="00B86608"/>
    <w:rsid w:val="00B908A7"/>
    <w:rsid w:val="00B97DA3"/>
    <w:rsid w:val="00BA404F"/>
    <w:rsid w:val="00BB2902"/>
    <w:rsid w:val="00BB3ACD"/>
    <w:rsid w:val="00BB5D93"/>
    <w:rsid w:val="00BC0807"/>
    <w:rsid w:val="00BC1442"/>
    <w:rsid w:val="00BC4919"/>
    <w:rsid w:val="00BC7836"/>
    <w:rsid w:val="00BF2822"/>
    <w:rsid w:val="00BF2F28"/>
    <w:rsid w:val="00BF5B9E"/>
    <w:rsid w:val="00C0653D"/>
    <w:rsid w:val="00C06D24"/>
    <w:rsid w:val="00C07F74"/>
    <w:rsid w:val="00C17350"/>
    <w:rsid w:val="00C20FEA"/>
    <w:rsid w:val="00C21452"/>
    <w:rsid w:val="00C222E8"/>
    <w:rsid w:val="00C2769E"/>
    <w:rsid w:val="00C35110"/>
    <w:rsid w:val="00C402AE"/>
    <w:rsid w:val="00C60726"/>
    <w:rsid w:val="00C61573"/>
    <w:rsid w:val="00C734A0"/>
    <w:rsid w:val="00C74B88"/>
    <w:rsid w:val="00C770D5"/>
    <w:rsid w:val="00C903B8"/>
    <w:rsid w:val="00C91301"/>
    <w:rsid w:val="00C91C2F"/>
    <w:rsid w:val="00C95CB1"/>
    <w:rsid w:val="00CA1B9A"/>
    <w:rsid w:val="00CA1C52"/>
    <w:rsid w:val="00CA3D20"/>
    <w:rsid w:val="00CB2FA6"/>
    <w:rsid w:val="00CC0402"/>
    <w:rsid w:val="00CC0B1A"/>
    <w:rsid w:val="00CC3161"/>
    <w:rsid w:val="00CC7367"/>
    <w:rsid w:val="00CD03E7"/>
    <w:rsid w:val="00CD62CE"/>
    <w:rsid w:val="00CD7894"/>
    <w:rsid w:val="00CE2270"/>
    <w:rsid w:val="00CE3C42"/>
    <w:rsid w:val="00CE5831"/>
    <w:rsid w:val="00CE6F7D"/>
    <w:rsid w:val="00D03EF7"/>
    <w:rsid w:val="00D154F8"/>
    <w:rsid w:val="00D16833"/>
    <w:rsid w:val="00D23D52"/>
    <w:rsid w:val="00D3035F"/>
    <w:rsid w:val="00D3193D"/>
    <w:rsid w:val="00D3589B"/>
    <w:rsid w:val="00D47345"/>
    <w:rsid w:val="00D50254"/>
    <w:rsid w:val="00D556A2"/>
    <w:rsid w:val="00D61B31"/>
    <w:rsid w:val="00D64064"/>
    <w:rsid w:val="00D64E33"/>
    <w:rsid w:val="00D73262"/>
    <w:rsid w:val="00D73A0A"/>
    <w:rsid w:val="00DA4620"/>
    <w:rsid w:val="00DA49AB"/>
    <w:rsid w:val="00DA646A"/>
    <w:rsid w:val="00DA75C3"/>
    <w:rsid w:val="00DB7EC0"/>
    <w:rsid w:val="00DC4D86"/>
    <w:rsid w:val="00DF5B23"/>
    <w:rsid w:val="00E048A5"/>
    <w:rsid w:val="00E10CD5"/>
    <w:rsid w:val="00E23F48"/>
    <w:rsid w:val="00E242D5"/>
    <w:rsid w:val="00E270C8"/>
    <w:rsid w:val="00E31D00"/>
    <w:rsid w:val="00E32353"/>
    <w:rsid w:val="00E3448B"/>
    <w:rsid w:val="00E3538A"/>
    <w:rsid w:val="00E419BD"/>
    <w:rsid w:val="00E42B93"/>
    <w:rsid w:val="00E50A0A"/>
    <w:rsid w:val="00E51479"/>
    <w:rsid w:val="00E603F6"/>
    <w:rsid w:val="00E6496D"/>
    <w:rsid w:val="00E71F10"/>
    <w:rsid w:val="00E72B05"/>
    <w:rsid w:val="00E76C5C"/>
    <w:rsid w:val="00EB1C53"/>
    <w:rsid w:val="00EC4EAC"/>
    <w:rsid w:val="00EC6981"/>
    <w:rsid w:val="00ED183A"/>
    <w:rsid w:val="00ED63F7"/>
    <w:rsid w:val="00ED6707"/>
    <w:rsid w:val="00ED7E1E"/>
    <w:rsid w:val="00EE2A54"/>
    <w:rsid w:val="00F11A72"/>
    <w:rsid w:val="00F15EB7"/>
    <w:rsid w:val="00F30842"/>
    <w:rsid w:val="00F33A54"/>
    <w:rsid w:val="00F36BD6"/>
    <w:rsid w:val="00F521BF"/>
    <w:rsid w:val="00F54BF3"/>
    <w:rsid w:val="00F57EEE"/>
    <w:rsid w:val="00F6214A"/>
    <w:rsid w:val="00F62978"/>
    <w:rsid w:val="00F639BA"/>
    <w:rsid w:val="00F70AFD"/>
    <w:rsid w:val="00F774BD"/>
    <w:rsid w:val="00F826E3"/>
    <w:rsid w:val="00F84033"/>
    <w:rsid w:val="00F85228"/>
    <w:rsid w:val="00F87364"/>
    <w:rsid w:val="00F876C0"/>
    <w:rsid w:val="00F87A5B"/>
    <w:rsid w:val="00F963C3"/>
    <w:rsid w:val="00FA2EFC"/>
    <w:rsid w:val="00FB6F79"/>
    <w:rsid w:val="00FC243C"/>
    <w:rsid w:val="00FC5AEC"/>
    <w:rsid w:val="00FC5E68"/>
    <w:rsid w:val="00FD4FD5"/>
    <w:rsid w:val="00FE6153"/>
    <w:rsid w:val="00FF00BC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7788929C"/>
  <w15:docId w15:val="{5152AFEE-FA16-4A6E-BE01-14C78CE92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Arial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50C0"/>
    <w:pPr>
      <w:spacing w:line="240" w:lineRule="atLeast"/>
    </w:pPr>
    <w:rPr>
      <w:rFonts w:ascii="Arial" w:hAnsi="Arial"/>
      <w:lang w:val="en-GB"/>
    </w:rPr>
  </w:style>
  <w:style w:type="paragraph" w:styleId="Heading1">
    <w:name w:val="heading 1"/>
    <w:basedOn w:val="Normal"/>
    <w:next w:val="0Textedebase"/>
    <w:qFormat/>
    <w:pPr>
      <w:ind w:left="567" w:hanging="567"/>
      <w:jc w:val="both"/>
      <w:outlineLvl w:val="0"/>
    </w:pPr>
    <w:rPr>
      <w:b/>
      <w:bCs/>
    </w:rPr>
  </w:style>
  <w:style w:type="paragraph" w:styleId="Heading2">
    <w:name w:val="heading 2"/>
    <w:basedOn w:val="Normal"/>
    <w:next w:val="0Textedebase"/>
    <w:qFormat/>
    <w:pPr>
      <w:ind w:left="567" w:hanging="567"/>
      <w:jc w:val="both"/>
      <w:outlineLvl w:val="1"/>
    </w:pPr>
    <w:rPr>
      <w:i/>
      <w:iCs/>
    </w:rPr>
  </w:style>
  <w:style w:type="paragraph" w:styleId="Heading3">
    <w:name w:val="heading 3"/>
    <w:basedOn w:val="Normal"/>
    <w:next w:val="0Textedebase"/>
    <w:qFormat/>
    <w:pPr>
      <w:tabs>
        <w:tab w:val="left" w:pos="567"/>
      </w:tabs>
      <w:jc w:val="both"/>
      <w:outlineLvl w:val="2"/>
    </w:pPr>
  </w:style>
  <w:style w:type="paragraph" w:styleId="Heading4">
    <w:name w:val="heading 4"/>
    <w:basedOn w:val="Normal"/>
    <w:next w:val="Normal"/>
    <w:qFormat/>
    <w:rsid w:val="0035401F"/>
    <w:pPr>
      <w:outlineLvl w:val="3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link w:val="0TextedebaseCar"/>
    <w:rsid w:val="00AE0D85"/>
    <w:pPr>
      <w:jc w:val="both"/>
    </w:pPr>
  </w:style>
  <w:style w:type="paragraph" w:customStyle="1" w:styleId="1Premierretrait">
    <w:name w:val="1 Premier retrait"/>
    <w:basedOn w:val="0Textedebase"/>
    <w:rsid w:val="00012EF7"/>
    <w:pPr>
      <w:numPr>
        <w:numId w:val="19"/>
      </w:numPr>
      <w:spacing w:before="120"/>
    </w:pPr>
  </w:style>
  <w:style w:type="paragraph" w:customStyle="1" w:styleId="2Deuximeretrait">
    <w:name w:val="2 Deuxième retrait"/>
    <w:basedOn w:val="0Textedebase"/>
    <w:pPr>
      <w:numPr>
        <w:numId w:val="16"/>
      </w:numPr>
      <w:spacing w:before="120"/>
    </w:pPr>
  </w:style>
  <w:style w:type="paragraph" w:customStyle="1" w:styleId="3Troisimeretrait">
    <w:name w:val="3 Troisième retrait"/>
    <w:basedOn w:val="0Textedebase"/>
    <w:rsid w:val="00331C6E"/>
    <w:pPr>
      <w:numPr>
        <w:numId w:val="20"/>
      </w:numPr>
      <w:spacing w:before="120"/>
    </w:pPr>
  </w:style>
  <w:style w:type="paragraph" w:styleId="FootnoteText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styleId="TOC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</w:style>
  <w:style w:type="paragraph" w:styleId="BalloonText">
    <w:name w:val="Balloon Text"/>
    <w:basedOn w:val="Normal"/>
    <w:semiHidden/>
    <w:rsid w:val="00A5792F"/>
    <w:rPr>
      <w:rFonts w:ascii="Tahoma" w:hAnsi="Tahoma"/>
      <w:sz w:val="16"/>
      <w:szCs w:val="16"/>
    </w:rPr>
  </w:style>
  <w:style w:type="paragraph" w:customStyle="1" w:styleId="Barredanslamarge">
    <w:name w:val="Barre dans la marge"/>
    <w:basedOn w:val="Normal"/>
    <w:rsid w:val="00984786"/>
    <w:pPr>
      <w:autoSpaceDE w:val="0"/>
      <w:autoSpaceDN w:val="0"/>
      <w:adjustRightInd w:val="0"/>
      <w:jc w:val="both"/>
    </w:pPr>
  </w:style>
  <w:style w:type="paragraph" w:customStyle="1" w:styleId="1aPremierretraitfortables">
    <w:name w:val="1a Premier retrait for tables"/>
    <w:basedOn w:val="1Premierretrait"/>
    <w:qFormat/>
    <w:rsid w:val="00F36BD6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2aDeuxiemeretraitfortables">
    <w:name w:val="2a Deuxieme retrait for tables"/>
    <w:basedOn w:val="2Deuximeretrait"/>
    <w:qFormat/>
    <w:rsid w:val="00F36BD6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fortables">
    <w:name w:val="3a Troisieme retrait for tables"/>
    <w:basedOn w:val="3Troisimeretrait"/>
    <w:qFormat/>
    <w:rsid w:val="00F36BD6"/>
    <w:pPr>
      <w:tabs>
        <w:tab w:val="clear" w:pos="1701"/>
        <w:tab w:val="left" w:pos="851"/>
      </w:tabs>
      <w:spacing w:before="60" w:after="60"/>
      <w:ind w:left="851" w:hanging="284"/>
    </w:pPr>
  </w:style>
  <w:style w:type="paragraph" w:customStyle="1" w:styleId="2Texte">
    <w:name w:val="2 (Texte)"/>
    <w:basedOn w:val="Normal"/>
    <w:rsid w:val="002B50C0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2B50C0"/>
    <w:pPr>
      <w:jc w:val="both"/>
    </w:pPr>
  </w:style>
  <w:style w:type="paragraph" w:customStyle="1" w:styleId="Premierretrait">
    <w:name w:val="Premier retrait"/>
    <w:basedOn w:val="Textedebase"/>
    <w:rsid w:val="002B50C0"/>
    <w:pPr>
      <w:tabs>
        <w:tab w:val="num" w:pos="567"/>
      </w:tabs>
      <w:spacing w:before="120"/>
      <w:ind w:left="567" w:hanging="567"/>
    </w:pPr>
  </w:style>
  <w:style w:type="paragraph" w:customStyle="1" w:styleId="Deuximeretrait">
    <w:name w:val="Deuxième retrait"/>
    <w:basedOn w:val="Textedebase"/>
    <w:rsid w:val="002B50C0"/>
    <w:pPr>
      <w:tabs>
        <w:tab w:val="num" w:pos="1134"/>
      </w:tabs>
      <w:spacing w:before="120"/>
      <w:ind w:left="1134" w:hanging="567"/>
    </w:pPr>
  </w:style>
  <w:style w:type="paragraph" w:customStyle="1" w:styleId="Premierretraittableau">
    <w:name w:val="Premier retrait tableau"/>
    <w:basedOn w:val="Premierretrait"/>
    <w:qFormat/>
    <w:rsid w:val="002B50C0"/>
    <w:pPr>
      <w:tabs>
        <w:tab w:val="clear" w:pos="567"/>
        <w:tab w:val="left" w:pos="284"/>
      </w:tabs>
      <w:spacing w:before="60" w:after="60"/>
      <w:ind w:left="284" w:hanging="284"/>
    </w:pPr>
  </w:style>
  <w:style w:type="character" w:styleId="Hyperlink">
    <w:name w:val="Hyperlink"/>
    <w:uiPriority w:val="99"/>
    <w:rsid w:val="002B50C0"/>
    <w:rPr>
      <w:rFonts w:ascii="Arial" w:hAnsi="Arial" w:cs="Arial"/>
      <w:color w:val="auto"/>
      <w:u w:val="none"/>
    </w:rPr>
  </w:style>
  <w:style w:type="paragraph" w:customStyle="1" w:styleId="UPUDoc">
    <w:name w:val="UPU Doc"/>
    <w:basedOn w:val="Normal"/>
    <w:rsid w:val="002B50C0"/>
    <w:pPr>
      <w:spacing w:line="240" w:lineRule="auto"/>
      <w:jc w:val="both"/>
    </w:pPr>
    <w:rPr>
      <w:rFonts w:ascii="Bookman" w:eastAsia="SimSun" w:hAnsi="Bookman"/>
    </w:rPr>
  </w:style>
  <w:style w:type="table" w:styleId="TableGrid">
    <w:name w:val="Table Grid"/>
    <w:basedOn w:val="TableNormal"/>
    <w:uiPriority w:val="59"/>
    <w:rsid w:val="002B50C0"/>
    <w:pPr>
      <w:spacing w:line="240" w:lineRule="atLeast"/>
    </w:pPr>
    <w:rPr>
      <w:snapToGrid w:val="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TextedebaseCar">
    <w:name w:val="0 Texte de base Car"/>
    <w:basedOn w:val="DefaultParagraphFont"/>
    <w:link w:val="0Textedebase"/>
    <w:rsid w:val="002B50C0"/>
    <w:rPr>
      <w:rFonts w:ascii="Arial" w:hAnsi="Arial" w:cs="Arial"/>
      <w:lang w:val="en-GB"/>
    </w:rPr>
  </w:style>
  <w:style w:type="character" w:styleId="CommentReference">
    <w:name w:val="annotation reference"/>
    <w:basedOn w:val="DefaultParagraphFont"/>
    <w:semiHidden/>
    <w:unhideWhenUsed/>
    <w:rsid w:val="002E4F3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E4F3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2E4F3D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E4F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E4F3D"/>
    <w:rPr>
      <w:rFonts w:ascii="Arial" w:hAnsi="Arial" w:cs="Arial"/>
      <w:b/>
      <w:bCs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955DC1"/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3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CEP-CA-Congr&#232;s%20-%20POC-CA-Congress\CEP-CA%20-%20POC-CA\EN%20Models\EN%20doc%20anne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232C9-6E36-4EFF-A997-CF37BC35E47E}"/>
</file>

<file path=customXml/itemProps2.xml><?xml version="1.0" encoding="utf-8"?>
<ds:datastoreItem xmlns:ds="http://schemas.openxmlformats.org/officeDocument/2006/customXml" ds:itemID="{C9754DD9-D419-4DF3-BD18-D73AD975B8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058A82-7B50-4F19-A5DA-BE54A573D799}">
  <ds:schemaRefs>
    <ds:schemaRef ds:uri="http://schemas.microsoft.com/office/2006/metadata/properties"/>
    <ds:schemaRef ds:uri="http://schemas.microsoft.com/office/infopath/2007/PartnerControls"/>
    <ds:schemaRef ds:uri="7f4fe5ba-0e9c-43fa-b7dd-de1717dc009a"/>
  </ds:schemaRefs>
</ds:datastoreItem>
</file>

<file path=customXml/itemProps4.xml><?xml version="1.0" encoding="utf-8"?>
<ds:datastoreItem xmlns:ds="http://schemas.openxmlformats.org/officeDocument/2006/customXml" ds:itemID="{43DC3BFC-DD93-4123-A73D-0D9C288A09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 doc annex</Template>
  <TotalTime>2</TotalTime>
  <Pages>1</Pages>
  <Words>149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PINHEIRO garbo</dc:creator>
  <cp:lastModifiedBy>SAYED sherouk</cp:lastModifiedBy>
  <cp:revision>5</cp:revision>
  <cp:lastPrinted>2024-12-06T07:38:00Z</cp:lastPrinted>
  <dcterms:created xsi:type="dcterms:W3CDTF">2024-12-05T16:03:00Z</dcterms:created>
  <dcterms:modified xsi:type="dcterms:W3CDTF">2024-12-06T07:38:00Z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0b41d80c-b1b5-4c93-9487-e1d099115381</vt:lpwstr>
  </property>
</Properties>
</file>