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4D396" w14:textId="4918F9AB" w:rsidR="00D06F6B" w:rsidRPr="00E40EE0" w:rsidRDefault="00833E51" w:rsidP="004E09F4">
      <w:pPr>
        <w:pStyle w:val="0Textedebase"/>
        <w:rPr>
          <w:b/>
          <w:bCs/>
        </w:rPr>
      </w:pPr>
      <w:r w:rsidRPr="00E40EE0">
        <w:rPr>
          <w:b/>
          <w:bCs/>
        </w:rPr>
        <w:t>Focal point for participation</w:t>
      </w:r>
      <w:r w:rsidR="00D06F6B" w:rsidRPr="00E40EE0">
        <w:rPr>
          <w:b/>
          <w:bCs/>
        </w:rPr>
        <w:t xml:space="preserve"> in the work of </w:t>
      </w:r>
      <w:r w:rsidR="00D066AA" w:rsidRPr="00E40EE0">
        <w:rPr>
          <w:rFonts w:cs="Arial"/>
          <w:b/>
          <w:bCs/>
        </w:rPr>
        <w:t>CA</w:t>
      </w:r>
      <w:r w:rsidR="00183A2A" w:rsidRPr="00E40EE0">
        <w:rPr>
          <w:rFonts w:cs="Arial"/>
          <w:b/>
          <w:bCs/>
        </w:rPr>
        <w:t>/POC</w:t>
      </w:r>
      <w:r w:rsidR="00D06F6B" w:rsidRPr="00E40EE0">
        <w:rPr>
          <w:b/>
          <w:bCs/>
        </w:rPr>
        <w:t xml:space="preserve"> bodies</w:t>
      </w:r>
    </w:p>
    <w:p w14:paraId="739DA6AB" w14:textId="77777777" w:rsidR="00276039" w:rsidRPr="00E40EE0" w:rsidRDefault="00276039" w:rsidP="00D06F6B">
      <w:pPr>
        <w:pStyle w:val="0Textedebase"/>
      </w:pPr>
    </w:p>
    <w:p w14:paraId="020FE3D6" w14:textId="77EC8E02" w:rsidR="00276039" w:rsidRPr="00E40EE0" w:rsidRDefault="00276039" w:rsidP="00300086">
      <w:pPr>
        <w:pStyle w:val="0Textedebase"/>
        <w:tabs>
          <w:tab w:val="left" w:pos="2977"/>
        </w:tabs>
      </w:pPr>
      <w:r w:rsidRPr="00E40EE0">
        <w:rPr>
          <w:u w:val="single"/>
        </w:rPr>
        <w:tab/>
      </w:r>
      <w:r w:rsidRPr="00E40EE0">
        <w:rPr>
          <w:u w:val="single"/>
        </w:rPr>
        <w:tab/>
      </w:r>
      <w:r w:rsidR="0040318A" w:rsidRPr="00E40EE0">
        <w:t xml:space="preserve"> [</w:t>
      </w:r>
      <w:r w:rsidRPr="00E40EE0">
        <w:t>country name</w:t>
      </w:r>
      <w:r w:rsidR="0040318A" w:rsidRPr="00E40EE0">
        <w:t xml:space="preserve">] </w:t>
      </w:r>
      <w:r w:rsidRPr="00E40EE0">
        <w:t>is a</w:t>
      </w:r>
      <w:r w:rsidR="00F403F2" w:rsidRPr="00E40EE0">
        <w:t xml:space="preserve"> </w:t>
      </w:r>
      <w:sdt>
        <w:sdtPr>
          <w:rPr>
            <w:rFonts w:cs="Arial"/>
            <w:sz w:val="24"/>
            <w:szCs w:val="24"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4E09F4" w:rsidRPr="00E40EE0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E40EE0">
        <w:t xml:space="preserve"> CA member</w:t>
      </w:r>
      <w:r w:rsidR="00300086">
        <w:t>/</w:t>
      </w:r>
      <w:sdt>
        <w:sdtPr>
          <w:rPr>
            <w:rFonts w:cs="Arial"/>
            <w:sz w:val="24"/>
            <w:szCs w:val="24"/>
          </w:rPr>
          <w:id w:val="-13978978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E40EE0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E40EE0">
        <w:t xml:space="preserve"> CA observer</w:t>
      </w:r>
      <w:r w:rsidR="00300086">
        <w:t>/</w:t>
      </w:r>
      <w:sdt>
        <w:sdtPr>
          <w:rPr>
            <w:sz w:val="24"/>
            <w:szCs w:val="24"/>
          </w:rPr>
          <w:id w:val="1532233552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183A2A" w:rsidRPr="00E40EE0">
            <w:rPr>
              <w:sz w:val="24"/>
              <w:szCs w:val="24"/>
            </w:rPr>
            <w:sym w:font="Wingdings" w:char="F071"/>
          </w:r>
        </w:sdtContent>
      </w:sdt>
      <w:r w:rsidR="00183A2A" w:rsidRPr="00E40EE0">
        <w:t xml:space="preserve"> POC member</w:t>
      </w:r>
      <w:r w:rsidR="00300086">
        <w:t>/</w:t>
      </w:r>
      <w:r w:rsidR="00FA323C">
        <w:br/>
      </w:r>
      <w:sdt>
        <w:sdtPr>
          <w:rPr>
            <w:sz w:val="24"/>
            <w:szCs w:val="24"/>
          </w:rPr>
          <w:id w:val="-701862927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F403F2" w:rsidRPr="00E40EE0">
            <w:rPr>
              <w:sz w:val="24"/>
              <w:szCs w:val="24"/>
            </w:rPr>
            <w:sym w:font="Wingdings" w:char="F071"/>
          </w:r>
        </w:sdtContent>
      </w:sdt>
      <w:r w:rsidR="00183A2A" w:rsidRPr="00E40EE0">
        <w:t xml:space="preserve"> POC observer</w:t>
      </w:r>
      <w:r w:rsidR="005B5346" w:rsidRPr="00E40EE0">
        <w:t>,</w:t>
      </w:r>
      <w:r w:rsidR="00183A2A" w:rsidRPr="00E40EE0">
        <w:t xml:space="preserve"> </w:t>
      </w:r>
      <w:r w:rsidRPr="00E40EE0">
        <w:t xml:space="preserve">and the following </w:t>
      </w:r>
      <w:r w:rsidR="00183A2A" w:rsidRPr="00E40EE0">
        <w:t>person is the focal point for C</w:t>
      </w:r>
      <w:r w:rsidR="00442897" w:rsidRPr="00E40EE0">
        <w:t>A</w:t>
      </w:r>
      <w:r w:rsidR="00183A2A" w:rsidRPr="00E40EE0">
        <w:t>/POC</w:t>
      </w:r>
      <w:r w:rsidRPr="00E40EE0">
        <w:t xml:space="preserve"> information:</w:t>
      </w:r>
    </w:p>
    <w:p w14:paraId="5AE2464C" w14:textId="42ACFC0A" w:rsidR="00276039" w:rsidRPr="00E40EE0" w:rsidRDefault="00276039" w:rsidP="00D06F6B">
      <w:pPr>
        <w:pStyle w:val="0Textedebase"/>
      </w:pPr>
    </w:p>
    <w:p w14:paraId="014DF31D" w14:textId="77777777" w:rsidR="00183A46" w:rsidRPr="00E40EE0" w:rsidRDefault="00183A46" w:rsidP="00D06F6B">
      <w:pPr>
        <w:pStyle w:val="0Textedebase"/>
      </w:pP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160"/>
        <w:gridCol w:w="1559"/>
      </w:tblGrid>
      <w:tr w:rsidR="008345D6" w:rsidRPr="00E40EE0" w14:paraId="188DC3D1" w14:textId="77777777" w:rsidTr="001C2E57">
        <w:trPr>
          <w:cantSplit/>
          <w:trHeight w:val="33"/>
        </w:trPr>
        <w:tc>
          <w:tcPr>
            <w:tcW w:w="8160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14:paraId="19B193A8" w14:textId="51D4B024" w:rsidR="008345D6" w:rsidRPr="00E40EE0" w:rsidRDefault="008345D6" w:rsidP="001C2E57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 w:rsidRPr="00E40EE0">
              <w:rPr>
                <w:rFonts w:cs="Arial"/>
                <w:sz w:val="16"/>
                <w:szCs w:val="16"/>
              </w:rPr>
              <w:t>Full name</w:t>
            </w:r>
          </w:p>
          <w:p w14:paraId="4C7A5452" w14:textId="77777777" w:rsidR="008345D6" w:rsidRPr="00E40EE0" w:rsidRDefault="008345D6" w:rsidP="001C2E5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0C01A1CA" w14:textId="77777777" w:rsidR="008345D6" w:rsidRPr="00E40EE0" w:rsidRDefault="008345D6" w:rsidP="001C2E5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35A86740" w14:textId="328DEFA9" w:rsidR="008345D6" w:rsidRPr="00E40EE0" w:rsidRDefault="00FA323C" w:rsidP="004912D0">
            <w:pPr>
              <w:tabs>
                <w:tab w:val="left" w:pos="822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406B1" w:rsidRPr="00E40EE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B7D7B" w:rsidRPr="00E40EE0">
              <w:rPr>
                <w:rFonts w:cs="Arial"/>
                <w:sz w:val="16"/>
                <w:szCs w:val="16"/>
              </w:rPr>
              <w:t xml:space="preserve"> Mr</w:t>
            </w:r>
            <w:r w:rsidR="004912D0" w:rsidRPr="00E40EE0">
              <w:rPr>
                <w:rFonts w:cs="Arial"/>
                <w:sz w:val="24"/>
                <w:szCs w:val="24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83A2A" w:rsidRPr="00E40EE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B7D7B" w:rsidRPr="00E40EE0">
              <w:rPr>
                <w:rFonts w:cs="Arial"/>
                <w:sz w:val="16"/>
                <w:szCs w:val="16"/>
              </w:rPr>
              <w:t xml:space="preserve"> Ms</w:t>
            </w:r>
          </w:p>
        </w:tc>
      </w:tr>
      <w:tr w:rsidR="008345D6" w:rsidRPr="00E40EE0" w14:paraId="1281AAEC" w14:textId="77777777" w:rsidTr="001C2E57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119DD9EF" w14:textId="2A47D090" w:rsidR="008345D6" w:rsidRPr="00E40EE0" w:rsidRDefault="008345D6" w:rsidP="001C2E5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E40EE0">
              <w:rPr>
                <w:rFonts w:cs="Arial"/>
                <w:sz w:val="16"/>
                <w:szCs w:val="16"/>
              </w:rPr>
              <w:t>Title</w:t>
            </w:r>
          </w:p>
          <w:p w14:paraId="6FBE515B" w14:textId="77777777" w:rsidR="008345D6" w:rsidRPr="00E40EE0" w:rsidRDefault="008345D6" w:rsidP="001C2E5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7343FE5A" w14:textId="77777777" w:rsidR="008345D6" w:rsidRPr="00E40EE0" w:rsidRDefault="008345D6" w:rsidP="001C2E5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CF5380" w:rsidRPr="00E40EE0" w14:paraId="2CBE0F09" w14:textId="77777777" w:rsidTr="00AD7E5C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7CD9F4E4" w14:textId="77777777" w:rsidR="00CF5380" w:rsidRPr="00E40EE0" w:rsidRDefault="00CF5380" w:rsidP="00AD7E5C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E40EE0">
              <w:rPr>
                <w:rFonts w:cs="Arial"/>
                <w:sz w:val="16"/>
                <w:szCs w:val="16"/>
              </w:rPr>
              <w:t>Organization</w:t>
            </w:r>
          </w:p>
          <w:p w14:paraId="5094B721" w14:textId="77777777" w:rsidR="00CF5380" w:rsidRPr="00E40EE0" w:rsidRDefault="00CF5380" w:rsidP="00AD7E5C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744240D5" w14:textId="77777777" w:rsidR="00CF5380" w:rsidRPr="00E40EE0" w:rsidRDefault="00CF5380" w:rsidP="00AD7E5C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8345D6" w:rsidRPr="00E40EE0" w14:paraId="1283B48A" w14:textId="77777777" w:rsidTr="00E23EA7">
        <w:trPr>
          <w:cantSplit/>
          <w:trHeight w:val="192"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685848BD" w14:textId="77777777" w:rsidR="008345D6" w:rsidRPr="00E40EE0" w:rsidRDefault="008345D6" w:rsidP="001C2E5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E40EE0">
              <w:rPr>
                <w:rFonts w:cs="Arial"/>
                <w:sz w:val="16"/>
                <w:szCs w:val="16"/>
              </w:rPr>
              <w:t>Mobile tel.</w:t>
            </w:r>
          </w:p>
          <w:p w14:paraId="1DEB6882" w14:textId="77777777" w:rsidR="008345D6" w:rsidRPr="00E40EE0" w:rsidRDefault="008345D6" w:rsidP="001C2E5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1DF9C83E" w14:textId="77777777" w:rsidR="008345D6" w:rsidRPr="00E40EE0" w:rsidRDefault="008345D6" w:rsidP="008345D6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8345D6" w:rsidRPr="00E40EE0" w14:paraId="7B7C0A6E" w14:textId="77777777" w:rsidTr="001C2E57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61B1C695" w14:textId="77777777" w:rsidR="008345D6" w:rsidRPr="00E40EE0" w:rsidRDefault="008345D6" w:rsidP="001C2E5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 w:rsidRPr="00E40EE0">
              <w:rPr>
                <w:rFonts w:eastAsia="SimSun" w:cs="Arial"/>
                <w:sz w:val="16"/>
                <w:szCs w:val="16"/>
              </w:rPr>
              <w:t>E-mail</w:t>
            </w:r>
          </w:p>
          <w:p w14:paraId="7C1C21A9" w14:textId="77777777" w:rsidR="008345D6" w:rsidRPr="00E40EE0" w:rsidRDefault="008345D6" w:rsidP="001C2E5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5E4440EF" w14:textId="77777777" w:rsidR="008345D6" w:rsidRPr="00E40EE0" w:rsidRDefault="008345D6" w:rsidP="001C2E5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7BA91091" w14:textId="77777777" w:rsidR="00180094" w:rsidRPr="00E40EE0" w:rsidRDefault="00180094" w:rsidP="00D06F6B">
      <w:pPr>
        <w:pStyle w:val="0Textedebase"/>
      </w:pPr>
    </w:p>
    <w:p w14:paraId="7837A8A9" w14:textId="77777777" w:rsidR="00442897" w:rsidRPr="00E40EE0" w:rsidRDefault="00442897" w:rsidP="00D06F6B">
      <w:pPr>
        <w:pStyle w:val="0Textedebase"/>
        <w:tabs>
          <w:tab w:val="right" w:pos="3969"/>
        </w:tabs>
      </w:pPr>
    </w:p>
    <w:p w14:paraId="1987AFB6" w14:textId="353526FD" w:rsidR="00BC5C1E" w:rsidRPr="00E40EE0" w:rsidRDefault="00240C38" w:rsidP="009475C1">
      <w:pPr>
        <w:pStyle w:val="0Textedebase"/>
        <w:tabs>
          <w:tab w:val="right" w:pos="3969"/>
        </w:tabs>
      </w:pPr>
      <w:r w:rsidRPr="00FA323C">
        <w:t>Please send your response to the following e-mail address</w:t>
      </w:r>
      <w:r w:rsidR="00CA192A" w:rsidRPr="00FA323C">
        <w:t>(es)</w:t>
      </w:r>
      <w:r w:rsidRPr="00FA323C">
        <w:t xml:space="preserve"> </w:t>
      </w:r>
      <w:r w:rsidRPr="00FA323C">
        <w:rPr>
          <w:b/>
          <w:bCs/>
        </w:rPr>
        <w:t>by</w:t>
      </w:r>
      <w:r w:rsidRPr="00FA323C">
        <w:t xml:space="preserve"> </w:t>
      </w:r>
      <w:r w:rsidR="00696A0A" w:rsidRPr="00FA323C">
        <w:rPr>
          <w:b/>
        </w:rPr>
        <w:t>7</w:t>
      </w:r>
      <w:r w:rsidR="00DE7981" w:rsidRPr="00FA323C">
        <w:rPr>
          <w:b/>
        </w:rPr>
        <w:t xml:space="preserve"> </w:t>
      </w:r>
      <w:r w:rsidR="00696A0A" w:rsidRPr="00FA323C">
        <w:rPr>
          <w:b/>
        </w:rPr>
        <w:t>February</w:t>
      </w:r>
      <w:r w:rsidR="00DE7981" w:rsidRPr="00FA323C">
        <w:rPr>
          <w:b/>
        </w:rPr>
        <w:t xml:space="preserve"> </w:t>
      </w:r>
      <w:r w:rsidR="00035FC9" w:rsidRPr="00FA323C">
        <w:rPr>
          <w:b/>
        </w:rPr>
        <w:t>2025</w:t>
      </w:r>
      <w:r w:rsidRPr="00FA323C">
        <w:t>:</w:t>
      </w:r>
    </w:p>
    <w:p w14:paraId="7C925009" w14:textId="40E9F9F2" w:rsidR="00240C38" w:rsidRPr="00E40EE0" w:rsidRDefault="00FA323C" w:rsidP="004912D0">
      <w:pPr>
        <w:pStyle w:val="0Textedebase"/>
        <w:tabs>
          <w:tab w:val="right" w:pos="3969"/>
        </w:tabs>
        <w:spacing w:before="120"/>
      </w:pPr>
      <w:hyperlink r:id="rId11" w:history="1">
        <w:r w:rsidR="005B5346" w:rsidRPr="00E40EE0">
          <w:rPr>
            <w:rStyle w:val="Hyperlink"/>
            <w:color w:val="auto"/>
            <w:u w:val="none"/>
          </w:rPr>
          <w:t>ca.secretariat@upu.int</w:t>
        </w:r>
      </w:hyperlink>
    </w:p>
    <w:p w14:paraId="2EACB57C" w14:textId="6CE5B097" w:rsidR="00183A2A" w:rsidRPr="00183A2A" w:rsidRDefault="00FA323C" w:rsidP="00F042D8">
      <w:pPr>
        <w:pStyle w:val="0Textedebase"/>
      </w:pPr>
      <w:hyperlink r:id="rId12" w:history="1">
        <w:r w:rsidR="005B5346" w:rsidRPr="00E40EE0">
          <w:rPr>
            <w:rStyle w:val="Hyperlink"/>
            <w:color w:val="auto"/>
            <w:u w:val="none"/>
          </w:rPr>
          <w:t>poc.secretariat@upu.int</w:t>
        </w:r>
      </w:hyperlink>
    </w:p>
    <w:p w14:paraId="666A983E" w14:textId="77777777" w:rsidR="00183A2A" w:rsidRPr="00836A1E" w:rsidRDefault="00183A2A" w:rsidP="00BC5C1E">
      <w:pPr>
        <w:pStyle w:val="0Textedebase"/>
        <w:tabs>
          <w:tab w:val="right" w:pos="3969"/>
        </w:tabs>
      </w:pPr>
    </w:p>
    <w:sectPr w:rsidR="00183A2A" w:rsidRPr="00836A1E" w:rsidSect="003118B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654F0" w14:textId="77777777" w:rsidR="006504C5" w:rsidRDefault="006504C5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28E69DE9" w14:textId="77777777" w:rsidR="006504C5" w:rsidRDefault="006504C5">
      <w:r>
        <w:continuationSeparator/>
      </w:r>
    </w:p>
  </w:endnote>
  <w:endnote w:type="continuationNotice" w:id="1">
    <w:p w14:paraId="13B5B95B" w14:textId="77777777" w:rsidR="006504C5" w:rsidRDefault="006504C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3CA01" w14:textId="77777777" w:rsidR="00FA323C" w:rsidRDefault="00FA32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29904" w14:textId="77777777" w:rsidR="00FA323C" w:rsidRDefault="00FA32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6AF48" w14:textId="6617EBDA" w:rsidR="008100EC" w:rsidRPr="00FA323C" w:rsidRDefault="00FA323C" w:rsidP="00794C8E">
    <w:pPr>
      <w:pStyle w:val="0Textedebase"/>
      <w:tabs>
        <w:tab w:val="right" w:pos="3969"/>
      </w:tabs>
      <w:rPr>
        <w:lang w:val="en-US"/>
      </w:rPr>
    </w:pPr>
    <w:r>
      <w:rPr>
        <w:vanish/>
        <w:lang w:val="en-US"/>
      </w:rPr>
      <w:t>Pro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ECA30" w14:textId="77777777" w:rsidR="006504C5" w:rsidRDefault="006504C5" w:rsidP="009E7ADC">
      <w:pPr>
        <w:rPr>
          <w:sz w:val="18"/>
        </w:rPr>
      </w:pPr>
    </w:p>
  </w:footnote>
  <w:footnote w:type="continuationSeparator" w:id="0">
    <w:p w14:paraId="09544885" w14:textId="77777777" w:rsidR="006504C5" w:rsidRPr="00252BCD" w:rsidRDefault="006504C5" w:rsidP="009E7ADC">
      <w:pPr>
        <w:rPr>
          <w:sz w:val="18"/>
          <w:szCs w:val="18"/>
        </w:rPr>
      </w:pPr>
    </w:p>
  </w:footnote>
  <w:footnote w:type="continuationNotice" w:id="1">
    <w:p w14:paraId="12853F51" w14:textId="77777777" w:rsidR="006504C5" w:rsidRPr="00252BCD" w:rsidRDefault="006504C5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4D3D9" w14:textId="77777777" w:rsidR="00527FF5" w:rsidRDefault="00527FF5">
    <w:pPr>
      <w:jc w:val="center"/>
    </w:pPr>
    <w:r>
      <w:pgNum/>
    </w:r>
  </w:p>
  <w:p w14:paraId="6C04D3DA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4D3DB" w14:textId="77777777" w:rsidR="00527FF5" w:rsidRDefault="00527FF5" w:rsidP="00F639BA">
    <w:pPr>
      <w:jc w:val="center"/>
    </w:pPr>
    <w:r>
      <w:pgNum/>
    </w:r>
  </w:p>
  <w:p w14:paraId="6C04D3DC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F87364" w:rsidRPr="00E64E74" w14:paraId="6C04D3E1" w14:textId="77777777">
      <w:trPr>
        <w:trHeight w:val="1418"/>
      </w:trPr>
      <w:tc>
        <w:tcPr>
          <w:tcW w:w="3119" w:type="dxa"/>
        </w:tcPr>
        <w:p w14:paraId="6C04D3DF" w14:textId="77777777" w:rsidR="00F87364" w:rsidRDefault="00F77538" w:rsidP="00AE0D85">
          <w:pPr>
            <w:pStyle w:val="Header"/>
            <w:spacing w:before="20" w:after="1180"/>
            <w:rPr>
              <w:rFonts w:ascii="45 Helvetica Light" w:hAnsi="45 Helvetica Light"/>
              <w:sz w:val="18"/>
            </w:rPr>
          </w:pPr>
          <w:r w:rsidRPr="00780966">
            <w:rPr>
              <w:noProof/>
              <w:lang w:val="en-US" w:eastAsia="en-US"/>
            </w:rPr>
            <w:drawing>
              <wp:inline distT="0" distB="0" distL="0" distR="0" wp14:anchorId="6C04D3E5" wp14:editId="6C04D3E6">
                <wp:extent cx="1638300" cy="457200"/>
                <wp:effectExtent l="0" t="0" r="0" b="0"/>
                <wp:docPr id="1" name="Pictur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14:paraId="6C04D3E0" w14:textId="7DB0FF09" w:rsidR="00282FAD" w:rsidRPr="00FA323C" w:rsidRDefault="0038398A" w:rsidP="005F3778">
          <w:pPr>
            <w:autoSpaceDE w:val="0"/>
            <w:autoSpaceDN w:val="0"/>
            <w:adjustRightInd w:val="0"/>
            <w:jc w:val="right"/>
            <w:rPr>
              <w:lang w:val="en-US"/>
            </w:rPr>
          </w:pPr>
          <w:r w:rsidRPr="00FA323C">
            <w:rPr>
              <w:rFonts w:cs="Arial"/>
              <w:lang w:val="en-US"/>
            </w:rPr>
            <w:t xml:space="preserve">Annex 4 to letter </w:t>
          </w:r>
          <w:r w:rsidRPr="00FA323C">
            <w:rPr>
              <w:rFonts w:cs="Arial"/>
            </w:rPr>
            <w:t>3100(D</w:t>
          </w:r>
          <w:r w:rsidR="00950440" w:rsidRPr="00FA323C">
            <w:rPr>
              <w:rFonts w:cs="Arial"/>
            </w:rPr>
            <w:t>A</w:t>
          </w:r>
          <w:r w:rsidRPr="00FA323C">
            <w:rPr>
              <w:rFonts w:cs="Arial"/>
            </w:rPr>
            <w:t>CAB)</w:t>
          </w:r>
          <w:r w:rsidR="00696A0A" w:rsidRPr="00FA323C">
            <w:rPr>
              <w:rFonts w:cs="Arial"/>
            </w:rPr>
            <w:t>1130</w:t>
          </w:r>
          <w:r w:rsidRPr="00FA323C">
            <w:rPr>
              <w:rFonts w:cs="Arial"/>
              <w:lang w:val="en-US"/>
            </w:rPr>
            <w:br/>
          </w:r>
          <w:r w:rsidR="00DE7981" w:rsidRPr="00FA323C">
            <w:rPr>
              <w:rFonts w:cs="Arial"/>
              <w:lang w:val="en-US"/>
            </w:rPr>
            <w:t xml:space="preserve">of </w:t>
          </w:r>
          <w:r w:rsidR="003709BB" w:rsidRPr="00FA323C">
            <w:rPr>
              <w:rFonts w:cs="Arial"/>
              <w:lang w:val="en-US"/>
            </w:rPr>
            <w:t>9</w:t>
          </w:r>
          <w:r w:rsidR="00696A0A" w:rsidRPr="00FA323C">
            <w:rPr>
              <w:rFonts w:cs="Arial"/>
              <w:lang w:val="en-US"/>
            </w:rPr>
            <w:t xml:space="preserve"> December</w:t>
          </w:r>
          <w:r w:rsidR="00DE7981" w:rsidRPr="00FA323C">
            <w:rPr>
              <w:rFonts w:cs="Arial"/>
              <w:lang w:val="en-US"/>
            </w:rPr>
            <w:t xml:space="preserve"> 2024</w:t>
          </w:r>
        </w:p>
      </w:tc>
    </w:tr>
  </w:tbl>
  <w:p w14:paraId="6C04D3E2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AF1AE3C4"/>
    <w:lvl w:ilvl="0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5D90D7DE"/>
    <w:lvl w:ilvl="0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1C5D63B7"/>
    <w:multiLevelType w:val="hybridMultilevel"/>
    <w:tmpl w:val="67A48B60"/>
    <w:lvl w:ilvl="0" w:tplc="BE1A5CD8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 w15:restartNumberingAfterBreak="0">
    <w:nsid w:val="28ED3C86"/>
    <w:multiLevelType w:val="hybridMultilevel"/>
    <w:tmpl w:val="40963934"/>
    <w:lvl w:ilvl="0" w:tplc="16A05676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0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3" w15:restartNumberingAfterBreak="0">
    <w:nsid w:val="6ADB125E"/>
    <w:multiLevelType w:val="singleLevel"/>
    <w:tmpl w:val="7254692C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4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5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6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15"/>
  </w:num>
  <w:num w:numId="7">
    <w:abstractNumId w:val="16"/>
  </w:num>
  <w:num w:numId="8">
    <w:abstractNumId w:val="3"/>
  </w:num>
  <w:num w:numId="9">
    <w:abstractNumId w:val="1"/>
  </w:num>
  <w:num w:numId="10">
    <w:abstractNumId w:val="12"/>
  </w:num>
  <w:num w:numId="11">
    <w:abstractNumId w:val="11"/>
  </w:num>
  <w:num w:numId="12">
    <w:abstractNumId w:val="14"/>
  </w:num>
  <w:num w:numId="13">
    <w:abstractNumId w:val="0"/>
  </w:num>
  <w:num w:numId="14">
    <w:abstractNumId w:val="13"/>
  </w:num>
  <w:num w:numId="15">
    <w:abstractNumId w:val="2"/>
  </w:num>
  <w:num w:numId="16">
    <w:abstractNumId w:val="13"/>
  </w:num>
  <w:num w:numId="17">
    <w:abstractNumId w:val="0"/>
  </w:num>
  <w:num w:numId="18">
    <w:abstractNumId w:val="2"/>
  </w:num>
  <w:num w:numId="19">
    <w:abstractNumId w:val="4"/>
  </w:num>
  <w:num w:numId="20">
    <w:abstractNumId w:val="7"/>
  </w:num>
  <w:num w:numId="21">
    <w:abstractNumId w:val="0"/>
  </w:num>
  <w:num w:numId="22">
    <w:abstractNumId w:val="13"/>
  </w:num>
  <w:num w:numId="23">
    <w:abstractNumId w:val="2"/>
  </w:num>
  <w:num w:numId="24">
    <w:abstractNumId w:val="0"/>
  </w:num>
  <w:num w:numId="25">
    <w:abstractNumId w:val="13"/>
  </w:num>
  <w:num w:numId="26">
    <w:abstractNumId w:val="2"/>
  </w:num>
  <w:num w:numId="27">
    <w:abstractNumId w:val="0"/>
  </w:num>
  <w:num w:numId="28">
    <w:abstractNumId w:val="13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hideSpellingErrors/>
  <w:hideGrammaticalErrors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6385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E8D"/>
    <w:rsid w:val="000021DD"/>
    <w:rsid w:val="00004D2B"/>
    <w:rsid w:val="00012EF7"/>
    <w:rsid w:val="0002298F"/>
    <w:rsid w:val="00023669"/>
    <w:rsid w:val="000240AC"/>
    <w:rsid w:val="00026EC5"/>
    <w:rsid w:val="00035FC9"/>
    <w:rsid w:val="00037476"/>
    <w:rsid w:val="000465C9"/>
    <w:rsid w:val="00047D76"/>
    <w:rsid w:val="000569F6"/>
    <w:rsid w:val="000B24C3"/>
    <w:rsid w:val="000C16B9"/>
    <w:rsid w:val="000D1BB1"/>
    <w:rsid w:val="000D4A9A"/>
    <w:rsid w:val="000E0AB2"/>
    <w:rsid w:val="000E6FF6"/>
    <w:rsid w:val="000F0306"/>
    <w:rsid w:val="001006F4"/>
    <w:rsid w:val="00104F21"/>
    <w:rsid w:val="001075C4"/>
    <w:rsid w:val="0011269C"/>
    <w:rsid w:val="00121A6F"/>
    <w:rsid w:val="00151D7B"/>
    <w:rsid w:val="001567C5"/>
    <w:rsid w:val="00161F92"/>
    <w:rsid w:val="0017006D"/>
    <w:rsid w:val="00170875"/>
    <w:rsid w:val="00172757"/>
    <w:rsid w:val="00176BF4"/>
    <w:rsid w:val="00180094"/>
    <w:rsid w:val="001813EE"/>
    <w:rsid w:val="00182CE5"/>
    <w:rsid w:val="00183A2A"/>
    <w:rsid w:val="00183A46"/>
    <w:rsid w:val="001921EB"/>
    <w:rsid w:val="001A4314"/>
    <w:rsid w:val="001B26E8"/>
    <w:rsid w:val="001B35D6"/>
    <w:rsid w:val="001C4880"/>
    <w:rsid w:val="001C6BEC"/>
    <w:rsid w:val="001E7CA4"/>
    <w:rsid w:val="001F35A3"/>
    <w:rsid w:val="001F7AA2"/>
    <w:rsid w:val="00211EC6"/>
    <w:rsid w:val="00216A43"/>
    <w:rsid w:val="00232DCA"/>
    <w:rsid w:val="00240C38"/>
    <w:rsid w:val="00240D16"/>
    <w:rsid w:val="00243A44"/>
    <w:rsid w:val="00252BCD"/>
    <w:rsid w:val="002535C4"/>
    <w:rsid w:val="00261EAE"/>
    <w:rsid w:val="0026706D"/>
    <w:rsid w:val="00272937"/>
    <w:rsid w:val="00276039"/>
    <w:rsid w:val="00282124"/>
    <w:rsid w:val="00282FAD"/>
    <w:rsid w:val="00283BEF"/>
    <w:rsid w:val="00287573"/>
    <w:rsid w:val="0029168C"/>
    <w:rsid w:val="00296E9C"/>
    <w:rsid w:val="002A107A"/>
    <w:rsid w:val="002A3142"/>
    <w:rsid w:val="002A663B"/>
    <w:rsid w:val="002B1B7A"/>
    <w:rsid w:val="002B2A67"/>
    <w:rsid w:val="002B4FE1"/>
    <w:rsid w:val="002B66E8"/>
    <w:rsid w:val="002C3576"/>
    <w:rsid w:val="002C3BF4"/>
    <w:rsid w:val="002E35B9"/>
    <w:rsid w:val="002F7773"/>
    <w:rsid w:val="00300086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44E76"/>
    <w:rsid w:val="0035401F"/>
    <w:rsid w:val="00355163"/>
    <w:rsid w:val="00361DE6"/>
    <w:rsid w:val="003709BB"/>
    <w:rsid w:val="00372B67"/>
    <w:rsid w:val="0037420A"/>
    <w:rsid w:val="003750AE"/>
    <w:rsid w:val="00376861"/>
    <w:rsid w:val="003779BC"/>
    <w:rsid w:val="0038398A"/>
    <w:rsid w:val="003A6A07"/>
    <w:rsid w:val="003B1F46"/>
    <w:rsid w:val="003E1B9E"/>
    <w:rsid w:val="003F1D49"/>
    <w:rsid w:val="00400100"/>
    <w:rsid w:val="0040318A"/>
    <w:rsid w:val="0040579D"/>
    <w:rsid w:val="00415049"/>
    <w:rsid w:val="00416A3A"/>
    <w:rsid w:val="00421698"/>
    <w:rsid w:val="00422F57"/>
    <w:rsid w:val="0044064A"/>
    <w:rsid w:val="00442897"/>
    <w:rsid w:val="00457C45"/>
    <w:rsid w:val="0046077D"/>
    <w:rsid w:val="004611D5"/>
    <w:rsid w:val="004630AC"/>
    <w:rsid w:val="00471CE5"/>
    <w:rsid w:val="00491184"/>
    <w:rsid w:val="004912D0"/>
    <w:rsid w:val="004A31FB"/>
    <w:rsid w:val="004A6F3C"/>
    <w:rsid w:val="004C22C8"/>
    <w:rsid w:val="004C4EBF"/>
    <w:rsid w:val="004C6BEE"/>
    <w:rsid w:val="004D03CA"/>
    <w:rsid w:val="004D221E"/>
    <w:rsid w:val="004D2DA6"/>
    <w:rsid w:val="004E05F3"/>
    <w:rsid w:val="004E09F4"/>
    <w:rsid w:val="004E1F28"/>
    <w:rsid w:val="004E2B3B"/>
    <w:rsid w:val="004E3F8B"/>
    <w:rsid w:val="004E63E4"/>
    <w:rsid w:val="004F4D48"/>
    <w:rsid w:val="004F5EF6"/>
    <w:rsid w:val="00505C50"/>
    <w:rsid w:val="0051059E"/>
    <w:rsid w:val="00511C3C"/>
    <w:rsid w:val="00516598"/>
    <w:rsid w:val="0051701F"/>
    <w:rsid w:val="005240A2"/>
    <w:rsid w:val="00524F92"/>
    <w:rsid w:val="00527FF5"/>
    <w:rsid w:val="005345AF"/>
    <w:rsid w:val="00536401"/>
    <w:rsid w:val="00565476"/>
    <w:rsid w:val="00570EDB"/>
    <w:rsid w:val="005749CB"/>
    <w:rsid w:val="00577828"/>
    <w:rsid w:val="00590BBB"/>
    <w:rsid w:val="005A1FD5"/>
    <w:rsid w:val="005A2D11"/>
    <w:rsid w:val="005A563E"/>
    <w:rsid w:val="005A67C7"/>
    <w:rsid w:val="005B20C7"/>
    <w:rsid w:val="005B2B56"/>
    <w:rsid w:val="005B5346"/>
    <w:rsid w:val="005B6595"/>
    <w:rsid w:val="005C2838"/>
    <w:rsid w:val="005C3D96"/>
    <w:rsid w:val="005D36DD"/>
    <w:rsid w:val="005D36F8"/>
    <w:rsid w:val="005D42D7"/>
    <w:rsid w:val="005D7F27"/>
    <w:rsid w:val="005E1147"/>
    <w:rsid w:val="005E5DC2"/>
    <w:rsid w:val="005F0892"/>
    <w:rsid w:val="005F3778"/>
    <w:rsid w:val="005F4348"/>
    <w:rsid w:val="005F4A1C"/>
    <w:rsid w:val="00627262"/>
    <w:rsid w:val="00637585"/>
    <w:rsid w:val="00643F80"/>
    <w:rsid w:val="006504C5"/>
    <w:rsid w:val="006527F3"/>
    <w:rsid w:val="00653717"/>
    <w:rsid w:val="00653FFD"/>
    <w:rsid w:val="00654B91"/>
    <w:rsid w:val="00656A8B"/>
    <w:rsid w:val="006724B1"/>
    <w:rsid w:val="006776DE"/>
    <w:rsid w:val="00680B5F"/>
    <w:rsid w:val="00694B19"/>
    <w:rsid w:val="00696A0A"/>
    <w:rsid w:val="006A600A"/>
    <w:rsid w:val="006A79AB"/>
    <w:rsid w:val="006B1882"/>
    <w:rsid w:val="006C019C"/>
    <w:rsid w:val="006C47EF"/>
    <w:rsid w:val="006D5A17"/>
    <w:rsid w:val="006D5D8D"/>
    <w:rsid w:val="006E36B1"/>
    <w:rsid w:val="00717D08"/>
    <w:rsid w:val="00723D0A"/>
    <w:rsid w:val="007434D8"/>
    <w:rsid w:val="00743D48"/>
    <w:rsid w:val="00751530"/>
    <w:rsid w:val="00756C4A"/>
    <w:rsid w:val="00757BB9"/>
    <w:rsid w:val="00761DEC"/>
    <w:rsid w:val="0076291C"/>
    <w:rsid w:val="00765B70"/>
    <w:rsid w:val="0077420D"/>
    <w:rsid w:val="00780966"/>
    <w:rsid w:val="00780CBD"/>
    <w:rsid w:val="00783C7C"/>
    <w:rsid w:val="00794C8E"/>
    <w:rsid w:val="007A2839"/>
    <w:rsid w:val="007B3D45"/>
    <w:rsid w:val="007B5BAF"/>
    <w:rsid w:val="007B6036"/>
    <w:rsid w:val="007C679A"/>
    <w:rsid w:val="007D07CD"/>
    <w:rsid w:val="007D2933"/>
    <w:rsid w:val="007D6956"/>
    <w:rsid w:val="007E0A42"/>
    <w:rsid w:val="007E6319"/>
    <w:rsid w:val="007F6E68"/>
    <w:rsid w:val="008025A9"/>
    <w:rsid w:val="008100EC"/>
    <w:rsid w:val="008200F3"/>
    <w:rsid w:val="00833E51"/>
    <w:rsid w:val="008345D6"/>
    <w:rsid w:val="00836A1E"/>
    <w:rsid w:val="00843281"/>
    <w:rsid w:val="00857B50"/>
    <w:rsid w:val="00865017"/>
    <w:rsid w:val="0087570D"/>
    <w:rsid w:val="00877E6A"/>
    <w:rsid w:val="00881630"/>
    <w:rsid w:val="00884CBF"/>
    <w:rsid w:val="008858A5"/>
    <w:rsid w:val="00894CD8"/>
    <w:rsid w:val="00897E26"/>
    <w:rsid w:val="008A5A68"/>
    <w:rsid w:val="008B7E25"/>
    <w:rsid w:val="008C55F4"/>
    <w:rsid w:val="008D3810"/>
    <w:rsid w:val="008E54AA"/>
    <w:rsid w:val="008E7619"/>
    <w:rsid w:val="008F12A9"/>
    <w:rsid w:val="008F1500"/>
    <w:rsid w:val="008F5D92"/>
    <w:rsid w:val="0091074C"/>
    <w:rsid w:val="009168D6"/>
    <w:rsid w:val="00930FD6"/>
    <w:rsid w:val="00932DC4"/>
    <w:rsid w:val="0093545C"/>
    <w:rsid w:val="009434D3"/>
    <w:rsid w:val="009475C1"/>
    <w:rsid w:val="00950440"/>
    <w:rsid w:val="009569DE"/>
    <w:rsid w:val="00957FCD"/>
    <w:rsid w:val="00973F76"/>
    <w:rsid w:val="00974119"/>
    <w:rsid w:val="009B449A"/>
    <w:rsid w:val="009B530C"/>
    <w:rsid w:val="009C5BD0"/>
    <w:rsid w:val="009D77AD"/>
    <w:rsid w:val="009E5D56"/>
    <w:rsid w:val="009E7ADC"/>
    <w:rsid w:val="009F110E"/>
    <w:rsid w:val="009F36E2"/>
    <w:rsid w:val="00A01F5A"/>
    <w:rsid w:val="00A06C89"/>
    <w:rsid w:val="00A07F15"/>
    <w:rsid w:val="00A30A5A"/>
    <w:rsid w:val="00A369A5"/>
    <w:rsid w:val="00A406B1"/>
    <w:rsid w:val="00A4118F"/>
    <w:rsid w:val="00A418A0"/>
    <w:rsid w:val="00A455D1"/>
    <w:rsid w:val="00A53E1E"/>
    <w:rsid w:val="00A55312"/>
    <w:rsid w:val="00A5792F"/>
    <w:rsid w:val="00A6703E"/>
    <w:rsid w:val="00A73891"/>
    <w:rsid w:val="00A77EFB"/>
    <w:rsid w:val="00A809D7"/>
    <w:rsid w:val="00A815C0"/>
    <w:rsid w:val="00A92377"/>
    <w:rsid w:val="00AA01D2"/>
    <w:rsid w:val="00AA2A9E"/>
    <w:rsid w:val="00AA61ED"/>
    <w:rsid w:val="00AB7653"/>
    <w:rsid w:val="00AC2359"/>
    <w:rsid w:val="00AD3B68"/>
    <w:rsid w:val="00AE02B7"/>
    <w:rsid w:val="00AE0D85"/>
    <w:rsid w:val="00AE17CE"/>
    <w:rsid w:val="00AE2BF2"/>
    <w:rsid w:val="00AE5CA4"/>
    <w:rsid w:val="00AF62E1"/>
    <w:rsid w:val="00B00E3F"/>
    <w:rsid w:val="00B010D9"/>
    <w:rsid w:val="00B11447"/>
    <w:rsid w:val="00B12AF5"/>
    <w:rsid w:val="00B14442"/>
    <w:rsid w:val="00B1711E"/>
    <w:rsid w:val="00B262DA"/>
    <w:rsid w:val="00B30CB2"/>
    <w:rsid w:val="00B40E14"/>
    <w:rsid w:val="00B458DD"/>
    <w:rsid w:val="00B7190D"/>
    <w:rsid w:val="00B7558D"/>
    <w:rsid w:val="00B838AD"/>
    <w:rsid w:val="00B83E8D"/>
    <w:rsid w:val="00B86608"/>
    <w:rsid w:val="00B879E7"/>
    <w:rsid w:val="00BA404F"/>
    <w:rsid w:val="00BB0192"/>
    <w:rsid w:val="00BB3ACD"/>
    <w:rsid w:val="00BC0807"/>
    <w:rsid w:val="00BC1442"/>
    <w:rsid w:val="00BC4530"/>
    <w:rsid w:val="00BC4919"/>
    <w:rsid w:val="00BC5C1E"/>
    <w:rsid w:val="00BC6F2C"/>
    <w:rsid w:val="00BD61CE"/>
    <w:rsid w:val="00BE4238"/>
    <w:rsid w:val="00BF2822"/>
    <w:rsid w:val="00BF2F28"/>
    <w:rsid w:val="00BF5238"/>
    <w:rsid w:val="00BF5B9E"/>
    <w:rsid w:val="00C0355D"/>
    <w:rsid w:val="00C045CE"/>
    <w:rsid w:val="00C0653D"/>
    <w:rsid w:val="00C06D24"/>
    <w:rsid w:val="00C17350"/>
    <w:rsid w:val="00C173FF"/>
    <w:rsid w:val="00C21452"/>
    <w:rsid w:val="00C2769E"/>
    <w:rsid w:val="00C35110"/>
    <w:rsid w:val="00C402AE"/>
    <w:rsid w:val="00C527E6"/>
    <w:rsid w:val="00C7253B"/>
    <w:rsid w:val="00C74B88"/>
    <w:rsid w:val="00C757E4"/>
    <w:rsid w:val="00C83C1A"/>
    <w:rsid w:val="00C903B8"/>
    <w:rsid w:val="00C91301"/>
    <w:rsid w:val="00C91C2F"/>
    <w:rsid w:val="00C97E8D"/>
    <w:rsid w:val="00CA192A"/>
    <w:rsid w:val="00CA3D20"/>
    <w:rsid w:val="00CB2BD4"/>
    <w:rsid w:val="00CB2FA6"/>
    <w:rsid w:val="00CB4C08"/>
    <w:rsid w:val="00CB7D7B"/>
    <w:rsid w:val="00CC0402"/>
    <w:rsid w:val="00CC3161"/>
    <w:rsid w:val="00CC7367"/>
    <w:rsid w:val="00CD03E7"/>
    <w:rsid w:val="00CD5B47"/>
    <w:rsid w:val="00CE2270"/>
    <w:rsid w:val="00CE7E39"/>
    <w:rsid w:val="00CF2648"/>
    <w:rsid w:val="00CF3987"/>
    <w:rsid w:val="00CF5380"/>
    <w:rsid w:val="00D066AA"/>
    <w:rsid w:val="00D06F6B"/>
    <w:rsid w:val="00D154F8"/>
    <w:rsid w:val="00D3589B"/>
    <w:rsid w:val="00D4178E"/>
    <w:rsid w:val="00D4563C"/>
    <w:rsid w:val="00D50254"/>
    <w:rsid w:val="00D61B31"/>
    <w:rsid w:val="00D64064"/>
    <w:rsid w:val="00D73262"/>
    <w:rsid w:val="00D73A0A"/>
    <w:rsid w:val="00D75619"/>
    <w:rsid w:val="00D909BA"/>
    <w:rsid w:val="00D9468F"/>
    <w:rsid w:val="00D961A8"/>
    <w:rsid w:val="00DA2CED"/>
    <w:rsid w:val="00DA49AB"/>
    <w:rsid w:val="00DA646A"/>
    <w:rsid w:val="00DB7EC0"/>
    <w:rsid w:val="00DC1099"/>
    <w:rsid w:val="00DC4D86"/>
    <w:rsid w:val="00DC5AC9"/>
    <w:rsid w:val="00DE266E"/>
    <w:rsid w:val="00DE3734"/>
    <w:rsid w:val="00DE7981"/>
    <w:rsid w:val="00E0276F"/>
    <w:rsid w:val="00E048A5"/>
    <w:rsid w:val="00E10CD5"/>
    <w:rsid w:val="00E111B5"/>
    <w:rsid w:val="00E270C8"/>
    <w:rsid w:val="00E30BC6"/>
    <w:rsid w:val="00E31D00"/>
    <w:rsid w:val="00E3448B"/>
    <w:rsid w:val="00E3538A"/>
    <w:rsid w:val="00E40EE0"/>
    <w:rsid w:val="00E50A0A"/>
    <w:rsid w:val="00E603F6"/>
    <w:rsid w:val="00E6496D"/>
    <w:rsid w:val="00E64E74"/>
    <w:rsid w:val="00E72B05"/>
    <w:rsid w:val="00E76794"/>
    <w:rsid w:val="00E76C5C"/>
    <w:rsid w:val="00EA1C06"/>
    <w:rsid w:val="00EB0628"/>
    <w:rsid w:val="00EB1C53"/>
    <w:rsid w:val="00EB484A"/>
    <w:rsid w:val="00EC40C1"/>
    <w:rsid w:val="00EC6981"/>
    <w:rsid w:val="00EC70C8"/>
    <w:rsid w:val="00ED183A"/>
    <w:rsid w:val="00ED63F7"/>
    <w:rsid w:val="00ED6707"/>
    <w:rsid w:val="00ED7E1E"/>
    <w:rsid w:val="00EE2A54"/>
    <w:rsid w:val="00EF273F"/>
    <w:rsid w:val="00F042D8"/>
    <w:rsid w:val="00F11A72"/>
    <w:rsid w:val="00F15D20"/>
    <w:rsid w:val="00F15EB7"/>
    <w:rsid w:val="00F307BF"/>
    <w:rsid w:val="00F33A54"/>
    <w:rsid w:val="00F403B0"/>
    <w:rsid w:val="00F403F2"/>
    <w:rsid w:val="00F468AB"/>
    <w:rsid w:val="00F521BF"/>
    <w:rsid w:val="00F54D49"/>
    <w:rsid w:val="00F6214A"/>
    <w:rsid w:val="00F62978"/>
    <w:rsid w:val="00F639BA"/>
    <w:rsid w:val="00F715E7"/>
    <w:rsid w:val="00F77538"/>
    <w:rsid w:val="00F84033"/>
    <w:rsid w:val="00F87364"/>
    <w:rsid w:val="00F876C0"/>
    <w:rsid w:val="00F87A5B"/>
    <w:rsid w:val="00F91269"/>
    <w:rsid w:val="00F963C3"/>
    <w:rsid w:val="00FA0F23"/>
    <w:rsid w:val="00FA2EFC"/>
    <w:rsid w:val="00FA323C"/>
    <w:rsid w:val="00FB12A6"/>
    <w:rsid w:val="00FB6F79"/>
    <w:rsid w:val="00FC104A"/>
    <w:rsid w:val="00FC4E15"/>
    <w:rsid w:val="00FC5E68"/>
    <w:rsid w:val="00FD4FD5"/>
    <w:rsid w:val="00FE6153"/>
    <w:rsid w:val="00FF2BFE"/>
    <w:rsid w:val="00FF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6C04D396"/>
  <w15:docId w15:val="{7C712784-1A25-4E07-BA71-ECA43FF55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200F3"/>
    <w:pPr>
      <w:spacing w:line="240" w:lineRule="atLeast"/>
    </w:pPr>
    <w:rPr>
      <w:rFonts w:ascii="Arial" w:hAnsi="Arial"/>
      <w:lang w:val="en-GB"/>
    </w:rPr>
  </w:style>
  <w:style w:type="paragraph" w:styleId="Heading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Heading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Heading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Heading4">
    <w:name w:val="heading 4"/>
    <w:basedOn w:val="Normal"/>
    <w:next w:val="Normal"/>
    <w:qFormat/>
    <w:rsid w:val="0035401F"/>
    <w:pPr>
      <w:outlineLvl w:val="3"/>
    </w:pPr>
    <w:rPr>
      <w:rFonts w:cs="Arial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rsid w:val="00F468AB"/>
    <w:pPr>
      <w:jc w:val="both"/>
    </w:p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1Premierretrait">
    <w:name w:val="1 Premier retrait"/>
    <w:basedOn w:val="0Textedebase"/>
    <w:rsid w:val="00F468AB"/>
    <w:pPr>
      <w:numPr>
        <w:numId w:val="27"/>
      </w:numPr>
      <w:spacing w:before="120"/>
    </w:pPr>
  </w:style>
  <w:style w:type="paragraph" w:customStyle="1" w:styleId="2Deuximeretrait">
    <w:name w:val="2 Deuxième retrait"/>
    <w:basedOn w:val="0Textedebase"/>
    <w:rsid w:val="00F468AB"/>
    <w:pPr>
      <w:numPr>
        <w:numId w:val="28"/>
      </w:numPr>
      <w:spacing w:before="120"/>
    </w:pPr>
  </w:style>
  <w:style w:type="paragraph" w:styleId="FootnoteText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styleId="TOC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BalloonText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6776DE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3Troisimeretrait">
    <w:name w:val="3 Troisième retrait"/>
    <w:basedOn w:val="0Textedebase"/>
    <w:rsid w:val="00F468AB"/>
    <w:pPr>
      <w:numPr>
        <w:numId w:val="29"/>
      </w:numPr>
      <w:spacing w:before="120"/>
    </w:pPr>
  </w:style>
  <w:style w:type="paragraph" w:customStyle="1" w:styleId="1aPremierretraittable">
    <w:name w:val="1a Premier retrait table"/>
    <w:basedOn w:val="1Premierretrait"/>
    <w:qFormat/>
    <w:rsid w:val="00151D7B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2aDeuxiemeretraittable">
    <w:name w:val="2a Deuxieme retrait table"/>
    <w:basedOn w:val="2Deuximeretrait"/>
    <w:qFormat/>
    <w:rsid w:val="00151D7B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151D7B"/>
    <w:pPr>
      <w:tabs>
        <w:tab w:val="clear" w:pos="1701"/>
        <w:tab w:val="left" w:pos="851"/>
      </w:tabs>
      <w:spacing w:before="60" w:after="60"/>
      <w:ind w:left="851" w:hanging="284"/>
    </w:pPr>
  </w:style>
  <w:style w:type="table" w:styleId="TableGrid">
    <w:name w:val="Table Grid"/>
    <w:basedOn w:val="TableNormal"/>
    <w:rsid w:val="00D06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B659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6A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6527F3"/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3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DocumentType xmlns="45bc4347-1e49-4f11-a2de-cdc8b1236453">false</PGSDocumentType>
    <PGSAssociatedRequest xmlns="45bc4347-1e49-4f11-a2de-cdc8b1236453" xsi:nil="true"/>
    <PGSFolio xmlns="45bc4347-1e49-4f11-a2de-cdc8b1236453" xsi:nil="true"/>
    <PGSBat xmlns="45bc4347-1e49-4f11-a2de-cdc8b1236453">false</PGSBat>
    <PGSTitle xmlns="45bc4347-1e49-4f11-a2de-cdc8b1236453" xsi:nil="true"/>
    <PGSRequestAuthor xmlns="45bc4347-1e49-4f11-a2de-cdc8b1236453" xsi:nil="true"/>
    <PGSDirectPublication xmlns="45bc4347-1e49-4f11-a2de-cdc8b1236453">false</PGSDirectPublication>
    <PGSRequester xmlns="45bc4347-1e49-4f11-a2de-cdc8b1236453" xsi:nil="true"/>
    <PGSWordCount xmlns="45bc4347-1e49-4f11-a2de-cdc8b1236453" xsi:nil="true"/>
    <PGSOriginalLanguage xmlns="45bc4347-1e49-4f11-a2de-cdc8b123645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846C5-2D48-46BD-8F5E-7A17F7C969C8}">
  <ds:schemaRefs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7f4fe5ba-0e9c-43fa-b7dd-de1717dc009a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A91D78-55C8-4A70-8928-6563B7E523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FD3E7A-D32D-4270-AAEB-11CD3B5CC1DC}"/>
</file>

<file path=customXml/itemProps4.xml><?xml version="1.0" encoding="utf-8"?>
<ds:datastoreItem xmlns:ds="http://schemas.openxmlformats.org/officeDocument/2006/customXml" ds:itemID="{2C452A3D-0B26-48F3-A4DD-134835238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458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 1 Add 1</vt:lpstr>
      <vt:lpstr>Doc 1 Add 1</vt:lpstr>
    </vt:vector>
  </TitlesOfParts>
  <Company>Union postal universelle (UPU)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WARKENTIN tatiana</dc:creator>
  <cp:lastModifiedBy>WARKENTIN tatiana</cp:lastModifiedBy>
  <cp:revision>2</cp:revision>
  <cp:lastPrinted>2023-07-13T13:40:00Z</cp:lastPrinted>
  <dcterms:created xsi:type="dcterms:W3CDTF">2024-12-04T09:41:00Z</dcterms:created>
  <dcterms:modified xsi:type="dcterms:W3CDTF">2024-12-04T09:41:00Z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f4b63416-e0c5-41c3-897d-4c0b52600341</vt:lpwstr>
  </property>
</Properties>
</file>